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2C8" w:rsidRPr="00DD4D90" w:rsidRDefault="007312C8" w:rsidP="00DD4D90">
      <w:pPr>
        <w:rPr>
          <w:rFonts w:ascii="Calibri" w:hAnsi="Calibri" w:cs="Arial"/>
          <w:b/>
          <w:sz w:val="20"/>
          <w:szCs w:val="20"/>
        </w:rPr>
      </w:pPr>
      <w:r w:rsidRPr="00B24417">
        <w:rPr>
          <w:rFonts w:ascii="Calibri" w:hAnsi="Calibri" w:cs="Arial"/>
          <w:b/>
          <w:sz w:val="22"/>
          <w:szCs w:val="22"/>
          <w:lang w:val="es-AR"/>
        </w:rPr>
        <w:t>DEPARTAMENTO DE COMPRAS Y LICITACIONES</w:t>
      </w:r>
      <w:r>
        <w:rPr>
          <w:rFonts w:ascii="Calibri" w:hAnsi="Calibri" w:cs="Arial"/>
          <w:b/>
          <w:sz w:val="22"/>
          <w:szCs w:val="22"/>
          <w:lang w:val="es-AR"/>
        </w:rPr>
        <w:t>, 17 de Mayo de 2018.</w:t>
      </w:r>
    </w:p>
    <w:p w:rsidR="007312C8" w:rsidRPr="00B24417" w:rsidRDefault="007312C8" w:rsidP="00DD4D90">
      <w:pPr>
        <w:rPr>
          <w:rFonts w:ascii="Calibri" w:hAnsi="Calibri" w:cs="Arial"/>
          <w:b/>
          <w:sz w:val="22"/>
          <w:szCs w:val="22"/>
          <w:lang w:val="es-AR"/>
        </w:rPr>
      </w:pPr>
    </w:p>
    <w:p w:rsidR="007312C8" w:rsidRPr="00B24417" w:rsidRDefault="007312C8" w:rsidP="00520F7A">
      <w:pPr>
        <w:rPr>
          <w:rFonts w:ascii="Calibri" w:hAnsi="Calibri" w:cs="Arial"/>
          <w:b/>
          <w:sz w:val="22"/>
          <w:szCs w:val="22"/>
          <w:lang w:val="es-AR"/>
        </w:rPr>
      </w:pPr>
      <w:r>
        <w:rPr>
          <w:rFonts w:ascii="Calibri" w:hAnsi="Calibri" w:cs="Arial"/>
          <w:b/>
          <w:sz w:val="22"/>
          <w:szCs w:val="22"/>
          <w:lang w:val="es-AR"/>
        </w:rPr>
        <w:t>CONTRATACION DIRECTA Nº 11/2018</w:t>
      </w:r>
    </w:p>
    <w:p w:rsidR="007312C8" w:rsidRDefault="007312C8" w:rsidP="00520F7A">
      <w:pPr>
        <w:rPr>
          <w:rFonts w:ascii="Calibri" w:hAnsi="Calibri" w:cs="Arial"/>
          <w:sz w:val="22"/>
          <w:szCs w:val="22"/>
          <w:lang w:val="es-AR"/>
        </w:rPr>
      </w:pPr>
      <w:r>
        <w:rPr>
          <w:rFonts w:ascii="Calibri" w:hAnsi="Calibri" w:cs="Arial"/>
          <w:sz w:val="22"/>
          <w:szCs w:val="22"/>
          <w:lang w:val="es-AR"/>
        </w:rPr>
        <w:t>EXPEDIENTE: 1000-009856</w:t>
      </w:r>
      <w:r w:rsidRPr="00477D31">
        <w:rPr>
          <w:rFonts w:ascii="Calibri" w:hAnsi="Calibri" w:cs="Arial"/>
          <w:sz w:val="22"/>
          <w:szCs w:val="22"/>
          <w:lang w:val="es-AR"/>
        </w:rPr>
        <w:t>/201</w:t>
      </w:r>
      <w:r>
        <w:rPr>
          <w:rFonts w:ascii="Calibri" w:hAnsi="Calibri" w:cs="Arial"/>
          <w:sz w:val="22"/>
          <w:szCs w:val="22"/>
          <w:lang w:val="es-AR"/>
        </w:rPr>
        <w:t>8</w:t>
      </w:r>
    </w:p>
    <w:p w:rsidR="007312C8" w:rsidRPr="00477D31" w:rsidRDefault="007312C8" w:rsidP="00520F7A">
      <w:pPr>
        <w:rPr>
          <w:rFonts w:ascii="Calibri" w:hAnsi="Calibri" w:cs="Arial"/>
          <w:color w:val="800000"/>
          <w:sz w:val="22"/>
          <w:szCs w:val="22"/>
          <w:lang w:val="es-AR"/>
        </w:rPr>
      </w:pPr>
    </w:p>
    <w:p w:rsidR="007312C8" w:rsidRPr="00DD4D90" w:rsidRDefault="007312C8" w:rsidP="00520F7A">
      <w:pPr>
        <w:rPr>
          <w:rFonts w:ascii="Calibri" w:hAnsi="Calibri" w:cs="Arial"/>
          <w:color w:val="800000"/>
          <w:sz w:val="22"/>
          <w:szCs w:val="22"/>
          <w:u w:val="single"/>
          <w:lang w:val="es-AR"/>
        </w:rPr>
      </w:pPr>
      <w:r w:rsidRPr="00DD4D90">
        <w:rPr>
          <w:rFonts w:ascii="Calibri" w:hAnsi="Calibri" w:cs="Arial"/>
          <w:b/>
          <w:sz w:val="22"/>
          <w:szCs w:val="22"/>
        </w:rPr>
        <w:t xml:space="preserve">                                      </w:t>
      </w:r>
      <w:r w:rsidRPr="00DD4D90">
        <w:rPr>
          <w:rFonts w:ascii="Calibri" w:hAnsi="Calibri" w:cs="Arial"/>
          <w:b/>
          <w:sz w:val="22"/>
          <w:szCs w:val="22"/>
          <w:u w:val="single"/>
        </w:rPr>
        <w:t xml:space="preserve">  PLIEGO DE BASES Y CONDICIONES PARTICULARES</w:t>
      </w:r>
    </w:p>
    <w:p w:rsidR="007312C8" w:rsidRDefault="007312C8" w:rsidP="008A0596">
      <w:pPr>
        <w:jc w:val="both"/>
        <w:rPr>
          <w:rFonts w:ascii="Calibri" w:hAnsi="Calibri" w:cs="Arial"/>
          <w:b/>
          <w:sz w:val="22"/>
          <w:szCs w:val="22"/>
          <w:u w:val="single"/>
          <w:lang w:val="es-AR"/>
        </w:rPr>
      </w:pPr>
    </w:p>
    <w:p w:rsidR="007312C8" w:rsidRDefault="007312C8" w:rsidP="008A0596">
      <w:pPr>
        <w:jc w:val="both"/>
        <w:rPr>
          <w:rFonts w:ascii="Calibri" w:hAnsi="Calibri" w:cs="Arial"/>
          <w:b/>
          <w:sz w:val="22"/>
          <w:szCs w:val="22"/>
          <w:u w:val="single"/>
          <w:lang w:val="es-AR"/>
        </w:rPr>
      </w:pPr>
    </w:p>
    <w:p w:rsidR="007312C8" w:rsidRDefault="007312C8"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w:t>
      </w:r>
      <w:r w:rsidRPr="003A3487">
        <w:rPr>
          <w:rFonts w:ascii="Calibri" w:hAnsi="Calibri" w:cs="Arial"/>
          <w:sz w:val="22"/>
          <w:szCs w:val="22"/>
          <w:lang w:val="es-AR"/>
        </w:rPr>
        <w:t>CONTRATACION DEL SERVICIO DE MANTENIMIENTO CORRECTIVO, PREVENTIVO Y RECLAMISTA DE LOS ASCENSORES D</w:t>
      </w:r>
      <w:r>
        <w:rPr>
          <w:rFonts w:ascii="Calibri" w:hAnsi="Calibri" w:cs="Arial"/>
          <w:sz w:val="22"/>
          <w:szCs w:val="22"/>
          <w:lang w:val="es-AR"/>
        </w:rPr>
        <w:t xml:space="preserve">E LOS EDIFICIOS QUE SE DETALLAN, </w:t>
      </w:r>
    </w:p>
    <w:p w:rsidR="007312C8" w:rsidRDefault="007312C8" w:rsidP="008A0596">
      <w:pPr>
        <w:jc w:val="both"/>
        <w:rPr>
          <w:rFonts w:ascii="Calibri" w:hAnsi="Calibri" w:cs="Arial"/>
          <w:sz w:val="22"/>
          <w:szCs w:val="22"/>
          <w:lang w:val="es-AR"/>
        </w:rPr>
      </w:pPr>
    </w:p>
    <w:p w:rsidR="007312C8" w:rsidRDefault="007312C8" w:rsidP="008A0596">
      <w:pPr>
        <w:jc w:val="both"/>
        <w:rPr>
          <w:rFonts w:ascii="Calibri" w:hAnsi="Calibri" w:cs="Arial"/>
          <w:sz w:val="22"/>
          <w:szCs w:val="22"/>
          <w:lang w:val="es-AR"/>
        </w:rPr>
      </w:pPr>
      <w:r>
        <w:rPr>
          <w:rFonts w:ascii="Calibri" w:hAnsi="Calibri" w:cs="Arial"/>
          <w:sz w:val="22"/>
          <w:szCs w:val="22"/>
          <w:lang w:val="es-AR"/>
        </w:rPr>
        <w:t>POR EL PERÍODO: 01-07-2018 HASTA EL 31-05-2019:</w:t>
      </w:r>
    </w:p>
    <w:p w:rsidR="007312C8" w:rsidRDefault="007312C8" w:rsidP="008A0596">
      <w:pPr>
        <w:jc w:val="both"/>
        <w:rPr>
          <w:rFonts w:ascii="Calibri" w:hAnsi="Calibri" w:cs="Arial"/>
          <w:sz w:val="22"/>
          <w:szCs w:val="22"/>
          <w:lang w:val="es-AR"/>
        </w:rPr>
      </w:pPr>
    </w:p>
    <w:p w:rsidR="007312C8" w:rsidRDefault="007312C8" w:rsidP="008A0596">
      <w:pPr>
        <w:jc w:val="both"/>
        <w:rPr>
          <w:rFonts w:ascii="Calibri" w:hAnsi="Calibri" w:cs="Arial"/>
          <w:sz w:val="22"/>
          <w:szCs w:val="22"/>
          <w:lang w:val="es-AR"/>
        </w:rPr>
      </w:pPr>
      <w:r>
        <w:rPr>
          <w:rFonts w:ascii="Calibri" w:hAnsi="Calibri" w:cs="Arial"/>
          <w:sz w:val="22"/>
          <w:szCs w:val="22"/>
          <w:lang w:val="es-AR"/>
        </w:rPr>
        <w:t>-MUSEO DE CIENCIAS NATURALES ubicado en el Paseo del Bosque S/Nº: 1 Ascensor de tipo hidráulico.</w:t>
      </w:r>
    </w:p>
    <w:p w:rsidR="007312C8" w:rsidRDefault="007312C8" w:rsidP="008A0596">
      <w:pPr>
        <w:jc w:val="both"/>
        <w:rPr>
          <w:rFonts w:ascii="Calibri" w:hAnsi="Calibri" w:cs="Arial"/>
          <w:sz w:val="22"/>
          <w:szCs w:val="22"/>
          <w:lang w:val="es-AR"/>
        </w:rPr>
      </w:pPr>
      <w:r>
        <w:rPr>
          <w:rFonts w:ascii="Calibri" w:hAnsi="Calibri" w:cs="Arial"/>
          <w:sz w:val="22"/>
          <w:szCs w:val="22"/>
          <w:lang w:val="es-AR"/>
        </w:rPr>
        <w:t>-EDIFICIO DE LA FACULTAD DE CIENCIAS NATURALES Y MUSEO: calle 122 y 61 S/Nº: 1 Ascensor de tipo hidráulico.</w:t>
      </w:r>
    </w:p>
    <w:p w:rsidR="007312C8" w:rsidRDefault="007312C8" w:rsidP="008A0596">
      <w:pPr>
        <w:jc w:val="both"/>
        <w:rPr>
          <w:rFonts w:ascii="Calibri" w:hAnsi="Calibri" w:cs="Arial"/>
          <w:sz w:val="22"/>
          <w:szCs w:val="22"/>
          <w:lang w:val="es-AR"/>
        </w:rPr>
      </w:pPr>
    </w:p>
    <w:p w:rsidR="007312C8" w:rsidRDefault="007312C8" w:rsidP="008A0596">
      <w:pPr>
        <w:jc w:val="both"/>
        <w:rPr>
          <w:rFonts w:ascii="Calibri" w:hAnsi="Calibri" w:cs="Arial"/>
          <w:sz w:val="22"/>
          <w:szCs w:val="22"/>
          <w:lang w:val="es-AR"/>
        </w:rPr>
      </w:pPr>
      <w:r>
        <w:rPr>
          <w:rFonts w:ascii="Calibri" w:hAnsi="Calibri" w:cs="Arial"/>
          <w:sz w:val="22"/>
          <w:szCs w:val="22"/>
          <w:lang w:val="es-AR"/>
        </w:rPr>
        <w:t>Debe ser acorde según ordenanza municipal N° 8769/97.-</w:t>
      </w:r>
    </w:p>
    <w:p w:rsidR="007312C8" w:rsidRDefault="007312C8" w:rsidP="008A0596">
      <w:pPr>
        <w:jc w:val="both"/>
        <w:rPr>
          <w:rFonts w:ascii="Calibri" w:hAnsi="Calibri" w:cs="Arial"/>
          <w:sz w:val="22"/>
          <w:szCs w:val="22"/>
          <w:lang w:val="es-AR"/>
        </w:rPr>
      </w:pPr>
    </w:p>
    <w:p w:rsidR="007312C8" w:rsidRDefault="007312C8" w:rsidP="008A0596">
      <w:pPr>
        <w:jc w:val="both"/>
        <w:rPr>
          <w:rFonts w:ascii="Calibri" w:hAnsi="Calibri" w:cs="Arial"/>
          <w:sz w:val="22"/>
          <w:szCs w:val="22"/>
          <w:lang w:val="es-AR"/>
        </w:rPr>
      </w:pPr>
      <w:r>
        <w:rPr>
          <w:rFonts w:ascii="Calibri" w:hAnsi="Calibri" w:cs="Arial"/>
          <w:sz w:val="22"/>
          <w:szCs w:val="22"/>
          <w:lang w:val="es-AR"/>
        </w:rPr>
        <w:t xml:space="preserve">VISITA DE OBRA: DEBERAN REALIZARLO DE LUNES A VIERNES DE 8 A 13 HS SR. LUIS GENCHI EN LA FACULTAD Y DE 8 A 13 HS EN EL MUSEO SR. GONZALO PELUSO. </w:t>
      </w:r>
    </w:p>
    <w:p w:rsidR="007312C8" w:rsidRPr="003A3487" w:rsidRDefault="007312C8" w:rsidP="008A0596">
      <w:pPr>
        <w:jc w:val="both"/>
        <w:rPr>
          <w:rFonts w:ascii="Calibri" w:hAnsi="Calibri" w:cs="Arial"/>
          <w:sz w:val="22"/>
          <w:szCs w:val="22"/>
          <w:lang w:val="es-AR"/>
        </w:rPr>
      </w:pPr>
    </w:p>
    <w:p w:rsidR="007312C8" w:rsidRDefault="007312C8"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suma de PESOS DOSCIENTOS TREINTA Y UN MIL ($ 231.000).-</w:t>
      </w:r>
    </w:p>
    <w:p w:rsidR="007312C8" w:rsidRPr="00B24417" w:rsidRDefault="007312C8"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7312C8" w:rsidRPr="00B24417" w:rsidRDefault="007312C8"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312C8" w:rsidRPr="00B24417" w:rsidRDefault="007312C8"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312C8" w:rsidRPr="00B24417" w:rsidRDefault="007312C8"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7312C8" w:rsidRPr="00B24417" w:rsidRDefault="007312C8"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21 AL 29 DE MAYO DE 2018.</w:t>
      </w:r>
    </w:p>
    <w:p w:rsidR="007312C8" w:rsidRPr="00B24417" w:rsidRDefault="007312C8"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7"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7312C8" w:rsidRPr="00B24417" w:rsidRDefault="007312C8" w:rsidP="00520F7A">
      <w:pPr>
        <w:rPr>
          <w:rFonts w:ascii="Calibri" w:hAnsi="Calibri" w:cs="Arial"/>
          <w:b/>
          <w:sz w:val="22"/>
          <w:szCs w:val="22"/>
          <w:lang w:val="es-AR"/>
        </w:rPr>
      </w:pPr>
      <w:r w:rsidRPr="00B24417">
        <w:rPr>
          <w:rFonts w:ascii="Calibri" w:hAnsi="Calibri" w:cs="Arial"/>
          <w:b/>
          <w:sz w:val="22"/>
          <w:szCs w:val="22"/>
          <w:lang w:val="es-AR"/>
        </w:rPr>
        <w:t>PLIEGO SIN COSTO</w:t>
      </w:r>
    </w:p>
    <w:p w:rsidR="007312C8" w:rsidRPr="00B24417" w:rsidRDefault="007312C8" w:rsidP="00520F7A">
      <w:pPr>
        <w:rPr>
          <w:rFonts w:ascii="Calibri" w:hAnsi="Calibri" w:cs="Arial"/>
          <w:b/>
          <w:color w:val="800000"/>
          <w:sz w:val="22"/>
          <w:szCs w:val="22"/>
          <w:lang w:val="es-AR"/>
        </w:rPr>
      </w:pPr>
    </w:p>
    <w:p w:rsidR="007312C8" w:rsidRPr="00B24417" w:rsidRDefault="007312C8"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7312C8" w:rsidRPr="00B24417" w:rsidRDefault="007312C8"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7312C8" w:rsidRPr="00B24417" w:rsidRDefault="007312C8"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312C8" w:rsidRPr="00B24417" w:rsidRDefault="007312C8"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312C8" w:rsidRPr="00B24417" w:rsidRDefault="007312C8"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7312C8" w:rsidRPr="00B24417" w:rsidRDefault="007312C8"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8" w:history="1">
        <w:r w:rsidRPr="00B24417">
          <w:rPr>
            <w:rStyle w:val="Hyperlink"/>
            <w:rFonts w:ascii="Calibri" w:hAnsi="Calibri" w:cs="Arial"/>
            <w:sz w:val="22"/>
            <w:szCs w:val="22"/>
            <w:lang w:val="es-AR"/>
          </w:rPr>
          <w:t>compras@fcnym.unlp.edu.ar</w:t>
        </w:r>
      </w:hyperlink>
    </w:p>
    <w:p w:rsidR="007312C8" w:rsidRPr="00B24417" w:rsidRDefault="007312C8" w:rsidP="003A3487">
      <w:pPr>
        <w:rPr>
          <w:rFonts w:ascii="Calibri" w:hAnsi="Calibri" w:cs="Arial"/>
          <w:sz w:val="22"/>
          <w:szCs w:val="22"/>
          <w:lang w:val="es-AR"/>
        </w:rPr>
      </w:pPr>
      <w:r w:rsidRPr="00B24417">
        <w:rPr>
          <w:rFonts w:ascii="Calibri" w:hAnsi="Calibri" w:cs="Arial"/>
          <w:sz w:val="22"/>
          <w:szCs w:val="22"/>
          <w:lang w:val="es-AR"/>
        </w:rPr>
        <w:t>PLAZOS:</w:t>
      </w:r>
      <w:r w:rsidRPr="003A3487">
        <w:rPr>
          <w:rFonts w:ascii="Calibri" w:hAnsi="Calibri" w:cs="Arial"/>
          <w:sz w:val="22"/>
          <w:szCs w:val="22"/>
          <w:lang w:val="es-AR"/>
        </w:rPr>
        <w:t xml:space="preserve"> </w:t>
      </w:r>
      <w:r>
        <w:rPr>
          <w:rFonts w:ascii="Calibri" w:hAnsi="Calibri" w:cs="Arial"/>
          <w:sz w:val="22"/>
          <w:szCs w:val="22"/>
          <w:lang w:val="es-AR"/>
        </w:rPr>
        <w:t>DEL DIA 21 AL 29 DE MAYO DE 2018.</w:t>
      </w:r>
    </w:p>
    <w:p w:rsidR="007312C8" w:rsidRPr="00B24417" w:rsidRDefault="007312C8" w:rsidP="00F56280">
      <w:pPr>
        <w:rPr>
          <w:rFonts w:ascii="Calibri" w:hAnsi="Calibri" w:cs="Arial"/>
          <w:sz w:val="22"/>
          <w:szCs w:val="22"/>
          <w:lang w:val="es-AR"/>
        </w:rPr>
      </w:pPr>
    </w:p>
    <w:p w:rsidR="007312C8" w:rsidRPr="00B24417" w:rsidRDefault="007312C8"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7312C8" w:rsidRPr="00B24417" w:rsidRDefault="007312C8"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312C8" w:rsidRPr="00B24417" w:rsidRDefault="007312C8"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312C8" w:rsidRPr="00B24417" w:rsidRDefault="007312C8"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7312C8" w:rsidRPr="00C77097" w:rsidRDefault="007312C8" w:rsidP="00A85868">
      <w:pPr>
        <w:rPr>
          <w:rFonts w:ascii="Calibri" w:hAnsi="Calibri" w:cs="Arial"/>
          <w:sz w:val="22"/>
          <w:szCs w:val="22"/>
          <w:lang w:val="es-AR"/>
        </w:rPr>
      </w:pPr>
      <w:r w:rsidRPr="00B24417">
        <w:rPr>
          <w:rFonts w:ascii="Calibri" w:hAnsi="Calibri" w:cs="Arial"/>
          <w:b/>
          <w:sz w:val="22"/>
          <w:szCs w:val="22"/>
          <w:u w:val="single"/>
          <w:lang w:val="es-AR"/>
        </w:rPr>
        <w:t>PLAZO:</w:t>
      </w:r>
      <w:r>
        <w:rPr>
          <w:rFonts w:ascii="Calibri" w:hAnsi="Calibri" w:cs="Arial"/>
          <w:b/>
          <w:sz w:val="22"/>
          <w:szCs w:val="22"/>
          <w:u w:val="single"/>
          <w:lang w:val="es-AR"/>
        </w:rPr>
        <w:t xml:space="preserve"> DÍA  30 DE MAYO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2</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7312C8" w:rsidRPr="00B24417" w:rsidRDefault="007312C8" w:rsidP="00A85868">
      <w:pPr>
        <w:rPr>
          <w:rFonts w:ascii="Calibri" w:hAnsi="Calibri" w:cs="Arial"/>
          <w:b/>
          <w:color w:val="800000"/>
          <w:sz w:val="22"/>
          <w:szCs w:val="22"/>
          <w:u w:val="single"/>
          <w:lang w:val="es-AR"/>
        </w:rPr>
      </w:pPr>
    </w:p>
    <w:p w:rsidR="007312C8" w:rsidRPr="00C77097" w:rsidRDefault="007312C8"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7312C8" w:rsidRPr="00B24417" w:rsidRDefault="007312C8"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312C8" w:rsidRPr="00B24417" w:rsidRDefault="007312C8"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312C8" w:rsidRDefault="007312C8" w:rsidP="00A71F83">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7312C8" w:rsidRDefault="007312C8"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Pr>
          <w:rFonts w:ascii="Calibri" w:hAnsi="Calibri" w:cs="Arial"/>
          <w:sz w:val="22"/>
          <w:szCs w:val="22"/>
          <w:lang w:val="es-AR"/>
        </w:rPr>
        <w:t xml:space="preserve">IA 31 DE MAYO DE 2018 </w:t>
      </w:r>
      <w:r w:rsidRPr="00B24417">
        <w:rPr>
          <w:rFonts w:ascii="Calibri" w:hAnsi="Calibri" w:cs="Arial"/>
          <w:sz w:val="22"/>
          <w:szCs w:val="22"/>
          <w:lang w:val="es-AR"/>
        </w:rPr>
        <w:t>A</w:t>
      </w:r>
      <w:r>
        <w:rPr>
          <w:rFonts w:ascii="Calibri" w:hAnsi="Calibri" w:cs="Arial"/>
          <w:sz w:val="22"/>
          <w:szCs w:val="22"/>
          <w:lang w:val="es-AR"/>
        </w:rPr>
        <w:t xml:space="preserve"> LAS 11 HS. </w:t>
      </w:r>
      <w:r w:rsidRPr="00B24417">
        <w:rPr>
          <w:rFonts w:ascii="Calibri" w:hAnsi="Calibri" w:cs="Arial"/>
          <w:sz w:val="22"/>
          <w:szCs w:val="22"/>
          <w:lang w:val="es-AR"/>
        </w:rPr>
        <w:t>–EN EL DTO. DE COMPRAS</w:t>
      </w:r>
      <w:r>
        <w:rPr>
          <w:rFonts w:ascii="Calibri" w:hAnsi="Calibri" w:cs="Arial"/>
          <w:sz w:val="22"/>
          <w:szCs w:val="22"/>
          <w:lang w:val="es-AR"/>
        </w:rPr>
        <w:t>-</w:t>
      </w:r>
    </w:p>
    <w:p w:rsidR="007312C8" w:rsidRDefault="007312C8" w:rsidP="003517E3">
      <w:pPr>
        <w:rPr>
          <w:rFonts w:ascii="Calibri" w:hAnsi="Calibri" w:cs="Arial"/>
          <w:color w:val="800000"/>
          <w:sz w:val="22"/>
          <w:szCs w:val="22"/>
          <w:lang w:val="es-AR"/>
        </w:rPr>
      </w:pPr>
    </w:p>
    <w:p w:rsidR="007312C8" w:rsidRDefault="007312C8"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7312C8" w:rsidRDefault="007312C8" w:rsidP="003517E3">
      <w:pPr>
        <w:rPr>
          <w:rFonts w:ascii="Calibri" w:hAnsi="Calibri" w:cs="Arial"/>
          <w:sz w:val="22"/>
          <w:szCs w:val="22"/>
          <w:lang w:val="es-AR"/>
        </w:rPr>
      </w:pPr>
    </w:p>
    <w:p w:rsidR="007312C8" w:rsidRPr="00B24417" w:rsidRDefault="007312C8" w:rsidP="00F56280">
      <w:pPr>
        <w:pStyle w:val="BodyText"/>
        <w:spacing w:line="240" w:lineRule="auto"/>
        <w:jc w:val="center"/>
        <w:rPr>
          <w:rFonts w:ascii="Calibri" w:hAnsi="Calibri"/>
          <w:b/>
          <w:bCs/>
          <w:sz w:val="22"/>
          <w:szCs w:val="22"/>
        </w:rPr>
      </w:pPr>
    </w:p>
    <w:p w:rsidR="007312C8" w:rsidRDefault="007312C8" w:rsidP="00B837B1">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7312C8" w:rsidRPr="00B24417" w:rsidRDefault="007312C8" w:rsidP="00B837B1">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7312C8" w:rsidRPr="00B24417" w:rsidRDefault="007312C8" w:rsidP="00B837B1">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7312C8" w:rsidRDefault="007312C8" w:rsidP="00B837B1">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Pr>
          <w:rFonts w:ascii="Calibri" w:hAnsi="Calibri" w:cs="Arial"/>
          <w:sz w:val="22"/>
          <w:szCs w:val="22"/>
        </w:rPr>
        <w:t>11/2018</w:t>
      </w:r>
    </w:p>
    <w:p w:rsidR="007312C8" w:rsidRDefault="007312C8" w:rsidP="00B837B1">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7312C8" w:rsidRDefault="007312C8" w:rsidP="00B837B1">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sidRPr="00B24417">
        <w:rPr>
          <w:rFonts w:ascii="Calibri" w:hAnsi="Calibri" w:cs="Arial"/>
          <w:b/>
          <w:sz w:val="22"/>
          <w:szCs w:val="22"/>
          <w:lang w:val="es-AR"/>
        </w:rPr>
        <w:t>OBJETO</w:t>
      </w:r>
      <w:r w:rsidRPr="00B075D9">
        <w:rPr>
          <w:rFonts w:ascii="Calibri" w:hAnsi="Calibri"/>
        </w:rPr>
        <w:t>:</w:t>
      </w:r>
      <w:r w:rsidRPr="00096E04">
        <w:rPr>
          <w:rFonts w:ascii="Calibri" w:hAnsi="Calibri" w:cs="Arial"/>
          <w:b/>
          <w:sz w:val="22"/>
          <w:szCs w:val="22"/>
          <w:lang w:val="es-AR"/>
        </w:rPr>
        <w:t xml:space="preserve"> </w:t>
      </w:r>
      <w:r w:rsidRPr="003A3487">
        <w:rPr>
          <w:rFonts w:ascii="Calibri" w:hAnsi="Calibri" w:cs="Arial"/>
          <w:sz w:val="22"/>
          <w:szCs w:val="22"/>
          <w:lang w:val="es-AR"/>
        </w:rPr>
        <w:t>CONTRATACION DEL SERVICIO DE MANTENIMIENTO CORRECTIVO, PREVENTIVO Y RECLAMISTA DE LOS ASCENSORES D</w:t>
      </w:r>
      <w:r>
        <w:rPr>
          <w:rFonts w:ascii="Calibri" w:hAnsi="Calibri" w:cs="Arial"/>
          <w:sz w:val="22"/>
          <w:szCs w:val="22"/>
          <w:lang w:val="es-AR"/>
        </w:rPr>
        <w:t>E LOS EDIFICIOS QUE SE DETALLAN EN Anexo I (Especificaciones Técnicas).-</w:t>
      </w:r>
    </w:p>
    <w:p w:rsidR="007312C8" w:rsidRDefault="007312C8" w:rsidP="00B837B1">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p>
    <w:p w:rsidR="007312C8" w:rsidRDefault="007312C8" w:rsidP="00B837B1">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POR EL PERÍODO: 01-07-2018 HASTA EL 31-05-2019:</w:t>
      </w:r>
    </w:p>
    <w:p w:rsidR="007312C8" w:rsidRPr="00096E04" w:rsidRDefault="007312C8" w:rsidP="00B837B1">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7312C8" w:rsidRPr="00B837B1" w:rsidRDefault="007312C8" w:rsidP="00B837B1">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r w:rsidRPr="00B24417">
        <w:rPr>
          <w:rFonts w:ascii="Calibri" w:hAnsi="Calibri"/>
          <w:b/>
          <w:sz w:val="22"/>
          <w:szCs w:val="22"/>
        </w:rPr>
        <w:t>FECHA DE PRESENTACIÓN DE OFERTA</w:t>
      </w:r>
      <w:r>
        <w:rPr>
          <w:rFonts w:ascii="Calibri" w:hAnsi="Calibri"/>
          <w:b/>
          <w:sz w:val="22"/>
          <w:szCs w:val="22"/>
        </w:rPr>
        <w:t>S:</w:t>
      </w:r>
      <w:r w:rsidRPr="00F56280">
        <w:rPr>
          <w:rFonts w:ascii="Calibri" w:hAnsi="Calibri" w:cs="Arial"/>
          <w:b/>
          <w:sz w:val="22"/>
          <w:szCs w:val="22"/>
          <w:lang w:val="es-AR"/>
        </w:rPr>
        <w:t xml:space="preserve"> </w:t>
      </w:r>
      <w:r>
        <w:rPr>
          <w:rFonts w:ascii="Calibri" w:hAnsi="Calibri" w:cs="Arial"/>
          <w:b/>
          <w:sz w:val="22"/>
          <w:szCs w:val="22"/>
          <w:u w:val="single"/>
          <w:lang w:val="es-AR"/>
        </w:rPr>
        <w:t>DÍA 30 DE MAYO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2</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w:t>
      </w:r>
      <w:bookmarkStart w:id="0" w:name="_GoBack"/>
      <w:bookmarkEnd w:id="0"/>
      <w:r w:rsidRPr="00B24417">
        <w:rPr>
          <w:rFonts w:ascii="Calibri" w:hAnsi="Calibri" w:cs="Arial"/>
          <w:b/>
          <w:sz w:val="22"/>
          <w:szCs w:val="22"/>
          <w:u w:val="single"/>
          <w:lang w:val="es-AR"/>
        </w:rPr>
        <w:t>EPCIONADAS EN EL DTO. DE COMPRAS</w:t>
      </w:r>
      <w:r>
        <w:rPr>
          <w:rFonts w:ascii="Calibri" w:hAnsi="Calibri" w:cs="Arial"/>
          <w:b/>
          <w:sz w:val="22"/>
          <w:szCs w:val="22"/>
          <w:u w:val="single"/>
          <w:lang w:val="es-AR"/>
        </w:rPr>
        <w:t>-</w:t>
      </w:r>
    </w:p>
    <w:p w:rsidR="007312C8" w:rsidRPr="00B24417" w:rsidRDefault="007312C8" w:rsidP="00B837B1">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7312C8" w:rsidRDefault="007312C8" w:rsidP="00F56280">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Expediente: 1000-009856</w:t>
      </w:r>
      <w:r w:rsidRPr="00477D31">
        <w:rPr>
          <w:rFonts w:ascii="Calibri" w:hAnsi="Calibri" w:cs="Arial"/>
          <w:sz w:val="22"/>
          <w:szCs w:val="22"/>
          <w:lang w:val="es-AR"/>
        </w:rPr>
        <w:t>/201</w:t>
      </w:r>
      <w:r>
        <w:rPr>
          <w:rFonts w:ascii="Calibri" w:hAnsi="Calibri" w:cs="Arial"/>
          <w:sz w:val="22"/>
          <w:szCs w:val="22"/>
          <w:lang w:val="es-AR"/>
        </w:rPr>
        <w:t>8.-</w:t>
      </w:r>
    </w:p>
    <w:p w:rsidR="007312C8" w:rsidRPr="00B24417" w:rsidRDefault="007312C8" w:rsidP="00F56280">
      <w:pPr>
        <w:rPr>
          <w:rFonts w:ascii="Calibri" w:hAnsi="Calibri" w:cs="Arial"/>
          <w:sz w:val="22"/>
          <w:szCs w:val="22"/>
          <w:lang w:val="es-AR"/>
        </w:rPr>
      </w:pPr>
    </w:p>
    <w:p w:rsidR="007312C8" w:rsidRDefault="007312C8" w:rsidP="0079545D">
      <w:pPr>
        <w:spacing w:line="360" w:lineRule="auto"/>
        <w:jc w:val="both"/>
        <w:rPr>
          <w:rFonts w:ascii="Calibri" w:hAnsi="Calibri" w:cs="Arial"/>
          <w:sz w:val="22"/>
          <w:szCs w:val="22"/>
          <w:lang w:val="es-AR"/>
        </w:rPr>
      </w:pPr>
    </w:p>
    <w:p w:rsidR="007312C8" w:rsidRDefault="007312C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7312C8" w:rsidRPr="00B24417" w:rsidRDefault="007312C8" w:rsidP="0079545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7312C8" w:rsidRPr="00CF2DA0" w:rsidRDefault="007312C8" w:rsidP="0079545D">
      <w:pPr>
        <w:spacing w:line="360" w:lineRule="auto"/>
        <w:jc w:val="both"/>
        <w:rPr>
          <w:rFonts w:ascii="Calibri" w:hAnsi="Calibri" w:cs="Arial"/>
          <w:b/>
          <w:sz w:val="22"/>
          <w:szCs w:val="22"/>
          <w:lang w:val="es-AR"/>
        </w:rPr>
      </w:pPr>
      <w:r w:rsidRPr="00CF2DA0">
        <w:rPr>
          <w:rFonts w:ascii="Calibri" w:hAnsi="Calibri" w:cs="Arial"/>
          <w:b/>
          <w:sz w:val="22"/>
          <w:szCs w:val="22"/>
          <w:lang w:val="es-AR"/>
        </w:rPr>
        <w:t>LOS OFERENTES NO TENDRAN OPCION DE PRESENTAR SUS OFERTAS ELECTRONICAMENTE.</w:t>
      </w:r>
    </w:p>
    <w:p w:rsidR="007312C8" w:rsidRPr="00B24417" w:rsidRDefault="007312C8" w:rsidP="0079545D">
      <w:pPr>
        <w:spacing w:line="360" w:lineRule="auto"/>
        <w:jc w:val="both"/>
        <w:rPr>
          <w:rFonts w:ascii="Calibri" w:hAnsi="Calibri" w:cs="Arial"/>
          <w:sz w:val="22"/>
          <w:szCs w:val="22"/>
          <w:lang w:val="es-AR"/>
        </w:rPr>
      </w:pPr>
    </w:p>
    <w:p w:rsidR="007312C8" w:rsidRPr="00B24417" w:rsidRDefault="007312C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w:t>
      </w:r>
    </w:p>
    <w:p w:rsidR="007312C8" w:rsidRPr="00B24417" w:rsidRDefault="007312C8"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7312C8" w:rsidRPr="00B24417" w:rsidRDefault="007312C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7312C8" w:rsidRPr="00B24417" w:rsidRDefault="007312C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7312C8" w:rsidRPr="00B24417" w:rsidRDefault="007312C8"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7312C8" w:rsidRPr="00B24417" w:rsidRDefault="007312C8"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7312C8" w:rsidRDefault="007312C8"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7312C8" w:rsidRDefault="007312C8" w:rsidP="009429A7">
      <w:pPr>
        <w:spacing w:line="360" w:lineRule="auto"/>
        <w:jc w:val="both"/>
        <w:rPr>
          <w:rFonts w:ascii="Calibri" w:hAnsi="Calibri" w:cs="Arial"/>
          <w:b/>
          <w:sz w:val="22"/>
          <w:szCs w:val="22"/>
          <w:lang w:val="es-AR"/>
        </w:rPr>
      </w:pPr>
    </w:p>
    <w:p w:rsidR="007312C8" w:rsidRPr="009429A7" w:rsidRDefault="007312C8"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DA3D06">
        <w:rPr>
          <w:rStyle w:val="Strong"/>
          <w:rFonts w:ascii="Calibri" w:hAnsi="Calibri" w:cs="Arial"/>
          <w:bCs/>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Pr>
          <w:rFonts w:ascii="Calibri" w:hAnsi="Calibri"/>
          <w:sz w:val="22"/>
          <w:szCs w:val="22"/>
        </w:rPr>
        <w:t>NAL, para ofertas mayores a PESOS CIEN MIL $100.000.-</w:t>
      </w:r>
    </w:p>
    <w:p w:rsidR="007312C8" w:rsidRDefault="007312C8" w:rsidP="009429A7">
      <w:pPr>
        <w:pStyle w:val="NormalWeb"/>
        <w:jc w:val="both"/>
        <w:rPr>
          <w:rFonts w:ascii="Calibri" w:hAnsi="Calibri" w:cs="Arial"/>
          <w:b/>
          <w:sz w:val="22"/>
          <w:szCs w:val="22"/>
          <w:u w:val="single"/>
        </w:rPr>
      </w:pPr>
    </w:p>
    <w:p w:rsidR="007312C8" w:rsidRPr="009429A7" w:rsidRDefault="007312C8"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7312C8" w:rsidRPr="00B24417" w:rsidRDefault="007312C8"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7312C8" w:rsidRPr="00B24417" w:rsidRDefault="007312C8" w:rsidP="0079545D">
      <w:pPr>
        <w:spacing w:line="360" w:lineRule="auto"/>
        <w:jc w:val="both"/>
        <w:rPr>
          <w:rFonts w:ascii="Calibri" w:hAnsi="Calibri" w:cs="Arial"/>
          <w:sz w:val="22"/>
          <w:szCs w:val="22"/>
          <w:lang w:val="es-AR"/>
        </w:rPr>
      </w:pPr>
    </w:p>
    <w:p w:rsidR="007312C8" w:rsidRPr="00B24417" w:rsidRDefault="007312C8"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7312C8" w:rsidRPr="00B24417" w:rsidRDefault="007312C8" w:rsidP="0079545D">
      <w:pPr>
        <w:spacing w:line="360" w:lineRule="auto"/>
        <w:jc w:val="both"/>
        <w:rPr>
          <w:rFonts w:ascii="Calibri" w:hAnsi="Calibri" w:cs="Arial"/>
          <w:sz w:val="22"/>
          <w:szCs w:val="22"/>
          <w:lang w:val="es-AR"/>
        </w:rPr>
      </w:pPr>
    </w:p>
    <w:p w:rsidR="007312C8" w:rsidRPr="00B24417" w:rsidRDefault="007312C8"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7312C8" w:rsidRPr="00B24417" w:rsidRDefault="007312C8" w:rsidP="0079545D">
      <w:pPr>
        <w:spacing w:line="360" w:lineRule="auto"/>
        <w:jc w:val="both"/>
        <w:rPr>
          <w:rFonts w:ascii="Calibri" w:hAnsi="Calibri" w:cs="Arial"/>
          <w:sz w:val="22"/>
          <w:szCs w:val="22"/>
          <w:lang w:val="es-AR"/>
        </w:rPr>
      </w:pPr>
    </w:p>
    <w:p w:rsidR="007312C8" w:rsidRPr="00B24417" w:rsidRDefault="007312C8"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7312C8" w:rsidRPr="00B24417" w:rsidRDefault="007312C8"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7312C8" w:rsidRPr="00B24417" w:rsidRDefault="007312C8"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7312C8" w:rsidRPr="00DB2ACA" w:rsidRDefault="007312C8"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o denominación según corresponda. COPIA DE DNI </w:t>
      </w:r>
    </w:p>
    <w:p w:rsidR="007312C8" w:rsidRDefault="007312C8" w:rsidP="0079545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Domicilio real </w:t>
      </w:r>
    </w:p>
    <w:p w:rsidR="007312C8" w:rsidRPr="00B24417" w:rsidRDefault="007312C8"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7312C8" w:rsidRDefault="007312C8"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Pr>
          <w:rFonts w:ascii="Calibri" w:hAnsi="Calibri" w:cs="Arial"/>
          <w:sz w:val="22"/>
          <w:szCs w:val="22"/>
          <w:lang w:val="es-AR"/>
        </w:rPr>
        <w:t xml:space="preserve">Inscripción en AFIP. CUIT </w:t>
      </w:r>
    </w:p>
    <w:p w:rsidR="007312C8" w:rsidRDefault="007312C8" w:rsidP="00F968B2">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9" w:history="1">
        <w:r w:rsidRPr="003A7C84">
          <w:rPr>
            <w:rStyle w:val="Hyperlink"/>
            <w:rFonts w:ascii="Calibri" w:hAnsi="Calibri" w:cs="Calibri"/>
          </w:rPr>
          <w:t>http://comprar.gob.ar/</w:t>
        </w:r>
      </w:hyperlink>
      <w:r w:rsidRPr="00EA72E4">
        <w:rPr>
          <w:rFonts w:ascii="Calibri" w:hAnsi="Calibri" w:cs="Calibri"/>
          <w:sz w:val="22"/>
          <w:szCs w:val="22"/>
        </w:rPr>
        <w:t>).</w:t>
      </w:r>
    </w:p>
    <w:p w:rsidR="007312C8" w:rsidRPr="00F968B2" w:rsidRDefault="007312C8" w:rsidP="00F968B2">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7312C8" w:rsidRDefault="007312C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7312C8" w:rsidRPr="00B24417" w:rsidRDefault="007312C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7312C8" w:rsidRPr="00B24417" w:rsidRDefault="007312C8"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7312C8" w:rsidRPr="00594B63" w:rsidRDefault="007312C8" w:rsidP="00594B63">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Pr>
          <w:rFonts w:ascii="Calibri" w:hAnsi="Calibri" w:cs="Arial"/>
          <w:sz w:val="22"/>
          <w:szCs w:val="22"/>
          <w:lang w:val="es-AR"/>
        </w:rPr>
        <w:t>o de la oferta será de treinta (30</w:t>
      </w:r>
      <w:r w:rsidRPr="00B24417">
        <w:rPr>
          <w:rFonts w:ascii="Calibri" w:hAnsi="Calibri" w:cs="Arial"/>
          <w:sz w:val="22"/>
          <w:szCs w:val="22"/>
          <w:lang w:val="es-AR"/>
        </w:rPr>
        <w:t>) días hábiles contados a partir de la fecha de apertura de ofertas.</w:t>
      </w:r>
      <w:r>
        <w:rPr>
          <w:rFonts w:ascii="Calibri" w:hAnsi="Calibri" w:cs="Arial"/>
          <w:sz w:val="22"/>
          <w:szCs w:val="22"/>
          <w:lang w:val="es-AR"/>
        </w:rPr>
        <w:t xml:space="preserve"> </w:t>
      </w:r>
    </w:p>
    <w:p w:rsidR="007312C8" w:rsidRPr="00EA72E4" w:rsidRDefault="007312C8" w:rsidP="0079545D">
      <w:pPr>
        <w:spacing w:line="360" w:lineRule="auto"/>
        <w:jc w:val="both"/>
        <w:rPr>
          <w:rFonts w:ascii="Calibri" w:hAnsi="Calibri" w:cs="Arial"/>
          <w:sz w:val="22"/>
          <w:szCs w:val="22"/>
          <w:lang w:val="es-AR"/>
        </w:rPr>
      </w:pPr>
    </w:p>
    <w:p w:rsidR="007312C8" w:rsidRPr="00B24417" w:rsidRDefault="007312C8" w:rsidP="0079545D">
      <w:pPr>
        <w:pStyle w:val="BodyText"/>
        <w:rPr>
          <w:rFonts w:ascii="Calibri" w:hAnsi="Calibri" w:cs="Arial"/>
          <w:b/>
          <w:bCs/>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 ADJUDICACION: la adjudicación recaerá sobre la oferta que por ítem se ajuste a lo solicitado, ofrezca el precio más económico o resulte más conveniente para la satisfacción de los intereses de esta Facultad, producto de una evaluación integral de todas las características de la oferta.</w:t>
      </w:r>
    </w:p>
    <w:p w:rsidR="007312C8" w:rsidRPr="00B24417" w:rsidRDefault="007312C8" w:rsidP="0079545D">
      <w:pPr>
        <w:pStyle w:val="BodyText"/>
        <w:rPr>
          <w:rFonts w:ascii="Calibri" w:hAnsi="Calibri" w:cs="Arial"/>
          <w:b/>
          <w:bCs/>
          <w:sz w:val="22"/>
          <w:szCs w:val="22"/>
          <w:lang w:val="es-AR"/>
        </w:rPr>
      </w:pPr>
      <w:r w:rsidRPr="00B24417">
        <w:rPr>
          <w:rFonts w:ascii="Calibri" w:hAnsi="Calibri" w:cs="Arial"/>
          <w:sz w:val="22"/>
          <w:szCs w:val="22"/>
          <w:lang w:val="es-AR"/>
        </w:rPr>
        <w:t>La Facultad de Ciencias Naturales y Museo de La Plata se reserva el derecho de rechazar cualquiera de las propuestas y aún todas si lo creyera oportuno, sin crearse por ello obligación alguna con los proponentes.</w:t>
      </w:r>
    </w:p>
    <w:p w:rsidR="007312C8" w:rsidRPr="00B24417" w:rsidRDefault="007312C8" w:rsidP="0079545D">
      <w:pPr>
        <w:pStyle w:val="BodyText"/>
        <w:rPr>
          <w:rFonts w:ascii="Calibri" w:hAnsi="Calibri" w:cs="Arial"/>
          <w:b/>
          <w:bCs/>
          <w:sz w:val="22"/>
          <w:szCs w:val="22"/>
          <w:lang w:val="es-AR"/>
        </w:rPr>
      </w:pPr>
    </w:p>
    <w:p w:rsidR="007312C8" w:rsidRPr="00B24417" w:rsidRDefault="007312C8"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7312C8" w:rsidRPr="00B24417" w:rsidRDefault="007312C8" w:rsidP="0079545D">
      <w:pPr>
        <w:spacing w:line="360" w:lineRule="auto"/>
        <w:jc w:val="both"/>
        <w:rPr>
          <w:rFonts w:ascii="Calibri" w:hAnsi="Calibri" w:cs="Arial"/>
          <w:b/>
          <w:sz w:val="22"/>
          <w:szCs w:val="22"/>
          <w:lang w:val="es-AR"/>
        </w:rPr>
      </w:pPr>
    </w:p>
    <w:p w:rsidR="007312C8" w:rsidRPr="00540E40" w:rsidRDefault="007312C8" w:rsidP="00443634">
      <w:pPr>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C0033A">
        <w:rPr>
          <w:rFonts w:ascii="Calibri" w:hAnsi="Calibri" w:cs="Arial"/>
          <w:sz w:val="22"/>
          <w:szCs w:val="22"/>
          <w:lang w:val="es-AR"/>
        </w:rPr>
        <w:t>se efectuará a los</w:t>
      </w:r>
      <w:r>
        <w:rPr>
          <w:rFonts w:ascii="Calibri" w:hAnsi="Calibri" w:cs="Arial"/>
          <w:sz w:val="22"/>
          <w:szCs w:val="22"/>
          <w:lang w:val="es-AR"/>
        </w:rPr>
        <w:t xml:space="preserve"> treinta (30</w:t>
      </w:r>
      <w:r w:rsidRPr="00540E40">
        <w:rPr>
          <w:rFonts w:ascii="Calibri" w:hAnsi="Calibri" w:cs="Arial"/>
          <w:sz w:val="22"/>
          <w:szCs w:val="22"/>
          <w:lang w:val="es-AR"/>
        </w:rPr>
        <w:t xml:space="preserve">) días de presentada factura </w:t>
      </w:r>
      <w:r>
        <w:rPr>
          <w:rFonts w:ascii="Calibri" w:hAnsi="Calibri" w:cs="Arial"/>
          <w:sz w:val="22"/>
          <w:szCs w:val="22"/>
          <w:lang w:val="es-AR"/>
        </w:rPr>
        <w:t>y remito confirmado.</w:t>
      </w:r>
    </w:p>
    <w:p w:rsidR="007312C8" w:rsidRDefault="007312C8" w:rsidP="0079545D">
      <w:pPr>
        <w:spacing w:line="360" w:lineRule="auto"/>
        <w:jc w:val="both"/>
        <w:rPr>
          <w:rFonts w:ascii="Calibri" w:hAnsi="Calibri" w:cs="Arial"/>
          <w:b/>
          <w:color w:val="FF0000"/>
          <w:sz w:val="22"/>
          <w:szCs w:val="22"/>
          <w:lang w:val="es-AR"/>
        </w:rPr>
      </w:pPr>
    </w:p>
    <w:p w:rsidR="007312C8" w:rsidRPr="007D27F7" w:rsidRDefault="007312C8" w:rsidP="0079545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 y Museo de La Plata.-</w:t>
      </w:r>
    </w:p>
    <w:p w:rsidR="007312C8" w:rsidRPr="00B24417" w:rsidRDefault="007312C8" w:rsidP="0079545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7312C8" w:rsidRDefault="007312C8" w:rsidP="00C0033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Pr>
          <w:rFonts w:ascii="Calibri" w:hAnsi="Calibri" w:cs="Arial"/>
          <w:b/>
          <w:sz w:val="22"/>
          <w:szCs w:val="22"/>
          <w:lang w:val="es-AR"/>
        </w:rPr>
        <w:t xml:space="preserve">. </w:t>
      </w:r>
      <w:r w:rsidRPr="00B24417">
        <w:rPr>
          <w:rFonts w:ascii="Calibri" w:hAnsi="Calibri" w:cs="Arial"/>
          <w:b/>
          <w:sz w:val="22"/>
          <w:szCs w:val="22"/>
          <w:lang w:val="es-AR"/>
        </w:rPr>
        <w:t>PLAZO DE ENTREGA</w:t>
      </w:r>
      <w:r w:rsidRPr="00B24417">
        <w:rPr>
          <w:rFonts w:ascii="Calibri" w:hAnsi="Calibri" w:cs="Arial"/>
          <w:sz w:val="22"/>
          <w:szCs w:val="22"/>
          <w:lang w:val="es-AR"/>
        </w:rPr>
        <w:t xml:space="preserve">: </w:t>
      </w:r>
      <w:r>
        <w:rPr>
          <w:rFonts w:ascii="Calibri" w:hAnsi="Calibri" w:cs="Arial"/>
          <w:sz w:val="22"/>
          <w:szCs w:val="22"/>
          <w:lang w:val="es-AR"/>
        </w:rPr>
        <w:t>servicio mensual.</w:t>
      </w:r>
    </w:p>
    <w:p w:rsidR="007312C8" w:rsidRDefault="007312C8" w:rsidP="00C0033A">
      <w:pPr>
        <w:tabs>
          <w:tab w:val="left" w:pos="-720"/>
        </w:tabs>
        <w:suppressAutoHyphens/>
        <w:spacing w:line="360" w:lineRule="auto"/>
        <w:jc w:val="both"/>
        <w:rPr>
          <w:rFonts w:ascii="Calibri" w:hAnsi="Calibri" w:cs="Arial"/>
          <w:b/>
          <w:sz w:val="22"/>
          <w:szCs w:val="22"/>
          <w:u w:val="single"/>
          <w:lang w:val="es-AR"/>
        </w:rPr>
      </w:pPr>
    </w:p>
    <w:p w:rsidR="007312C8" w:rsidRPr="00B24417" w:rsidRDefault="007312C8"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w:t>
      </w:r>
      <w:r>
        <w:rPr>
          <w:rFonts w:ascii="Calibri" w:hAnsi="Calibri" w:cs="Arial"/>
          <w:b/>
          <w:sz w:val="22"/>
          <w:szCs w:val="22"/>
          <w:u w:val="single"/>
          <w:lang w:val="es-AR"/>
        </w:rPr>
        <w:t xml:space="preserve"> 18:</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7312C8" w:rsidRPr="00B24417" w:rsidRDefault="007312C8"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7312C8" w:rsidRDefault="007312C8" w:rsidP="003517E3">
      <w:pPr>
        <w:spacing w:line="360" w:lineRule="auto"/>
        <w:jc w:val="both"/>
        <w:rPr>
          <w:rFonts w:ascii="Calibri" w:hAnsi="Calibri" w:cs="Arial"/>
          <w:b/>
          <w:sz w:val="22"/>
          <w:szCs w:val="22"/>
          <w:u w:val="single"/>
          <w:lang w:val="es-AR"/>
        </w:rPr>
      </w:pPr>
    </w:p>
    <w:p w:rsidR="007312C8" w:rsidRPr="00B24417" w:rsidRDefault="007312C8"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19</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7312C8" w:rsidRPr="00B24417" w:rsidRDefault="007312C8" w:rsidP="003517E3">
      <w:pPr>
        <w:spacing w:line="360" w:lineRule="auto"/>
        <w:jc w:val="both"/>
        <w:rPr>
          <w:rFonts w:ascii="Calibri" w:hAnsi="Calibri" w:cs="Arial"/>
          <w:sz w:val="22"/>
          <w:szCs w:val="22"/>
          <w:lang w:val="es-AR"/>
        </w:rPr>
      </w:pPr>
    </w:p>
    <w:p w:rsidR="007312C8" w:rsidRPr="00B24417" w:rsidRDefault="007312C8"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Pr>
          <w:rFonts w:ascii="Calibri" w:hAnsi="Calibri" w:cs="Arial"/>
          <w:b/>
          <w:sz w:val="22"/>
          <w:szCs w:val="22"/>
          <w:u w:val="single"/>
          <w:lang w:val="es-AR"/>
        </w:rPr>
        <w:t>20</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Pr>
          <w:rFonts w:ascii="Calibri" w:hAnsi="Calibri" w:cs="Arial"/>
          <w:sz w:val="22"/>
          <w:szCs w:val="22"/>
          <w:lang w:val="es-AR"/>
        </w:rPr>
        <w:t>nes particulares, el Anexo I,  E</w:t>
      </w:r>
      <w:r w:rsidRPr="00B24417">
        <w:rPr>
          <w:rFonts w:ascii="Calibri" w:hAnsi="Calibri" w:cs="Arial"/>
          <w:sz w:val="22"/>
          <w:szCs w:val="22"/>
          <w:lang w:val="es-AR"/>
        </w:rPr>
        <w:t>specifica</w:t>
      </w:r>
      <w:r>
        <w:rPr>
          <w:rFonts w:ascii="Calibri" w:hAnsi="Calibri" w:cs="Arial"/>
          <w:sz w:val="22"/>
          <w:szCs w:val="22"/>
          <w:lang w:val="es-AR"/>
        </w:rPr>
        <w:t>ciones T</w:t>
      </w:r>
      <w:r w:rsidRPr="00B24417">
        <w:rPr>
          <w:rFonts w:ascii="Calibri" w:hAnsi="Calibri" w:cs="Arial"/>
          <w:sz w:val="22"/>
          <w:szCs w:val="22"/>
          <w:lang w:val="es-AR"/>
        </w:rPr>
        <w:t>écnicas.</w:t>
      </w:r>
    </w:p>
    <w:p w:rsidR="007312C8" w:rsidRPr="00B24417" w:rsidRDefault="007312C8" w:rsidP="003517E3">
      <w:pPr>
        <w:spacing w:line="360" w:lineRule="auto"/>
        <w:jc w:val="both"/>
        <w:rPr>
          <w:rFonts w:ascii="Calibri" w:eastAsia="Batang" w:hAnsi="Calibri" w:cs="Arial"/>
          <w:b/>
          <w:bCs/>
          <w:sz w:val="22"/>
          <w:szCs w:val="22"/>
          <w:lang w:val="es-AR"/>
        </w:rPr>
      </w:pPr>
    </w:p>
    <w:p w:rsidR="007312C8" w:rsidRDefault="007312C8" w:rsidP="003517E3">
      <w:pPr>
        <w:spacing w:line="360" w:lineRule="auto"/>
        <w:jc w:val="both"/>
        <w:rPr>
          <w:rFonts w:ascii="Calibri" w:hAnsi="Calibri" w:cs="Arial"/>
          <w:sz w:val="22"/>
          <w:szCs w:val="22"/>
          <w:lang w:val="es-AR"/>
        </w:rPr>
      </w:pPr>
      <w:r>
        <w:rPr>
          <w:rFonts w:ascii="Calibri" w:eastAsia="Batang" w:hAnsi="Calibri" w:cs="Arial"/>
          <w:b/>
          <w:bCs/>
          <w:sz w:val="22"/>
          <w:szCs w:val="22"/>
          <w:u w:val="single"/>
          <w:lang w:val="es-AR"/>
        </w:rPr>
        <w:t>ARTICULO 21</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 xml:space="preserve">la Facultad de Ciencias Naturales de la Universidad Nacional de La Plata, se encuentra inscripto en la afip bajo el cuit nº 30-54666670-7 siendo considerada su condición como responsable exento. </w:t>
      </w:r>
    </w:p>
    <w:p w:rsidR="007312C8" w:rsidRPr="00B24417" w:rsidRDefault="007312C8"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La Facultad de Ciencias Naturales actúa como agente de retención de los impuestos IVA, ganancias y suss.</w:t>
      </w:r>
    </w:p>
    <w:p w:rsidR="007312C8" w:rsidRPr="00B24417" w:rsidRDefault="007312C8" w:rsidP="003517E3">
      <w:pPr>
        <w:spacing w:line="360" w:lineRule="auto"/>
        <w:jc w:val="both"/>
        <w:rPr>
          <w:rFonts w:ascii="Calibri" w:hAnsi="Calibri" w:cs="Arial"/>
          <w:b/>
          <w:sz w:val="22"/>
          <w:szCs w:val="22"/>
          <w:lang w:val="es-AR"/>
        </w:rPr>
      </w:pPr>
    </w:p>
    <w:p w:rsidR="007312C8" w:rsidRPr="00B24417" w:rsidRDefault="007312C8"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2</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Pr>
          <w:rFonts w:ascii="Calibri" w:hAnsi="Calibri" w:cs="Arial"/>
          <w:sz w:val="22"/>
          <w:szCs w:val="22"/>
          <w:lang w:val="es-AR"/>
        </w:rPr>
        <w:t>, como cualquier otra cuestión no prevista en el presente Pliego, se regirán por:</w:t>
      </w:r>
    </w:p>
    <w:p w:rsidR="007312C8" w:rsidRPr="00B24417" w:rsidRDefault="007312C8"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7312C8" w:rsidRPr="00B24417" w:rsidRDefault="007312C8"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7312C8" w:rsidRPr="00B24417" w:rsidRDefault="007312C8"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7312C8" w:rsidRDefault="007312C8" w:rsidP="00254D44">
      <w:pPr>
        <w:spacing w:line="360" w:lineRule="auto"/>
        <w:jc w:val="both"/>
        <w:rPr>
          <w:rFonts w:ascii="Calibri" w:hAnsi="Calibri" w:cs="Arial"/>
          <w:sz w:val="22"/>
          <w:szCs w:val="22"/>
          <w:lang w:val="es-AR"/>
        </w:rPr>
      </w:pPr>
    </w:p>
    <w:p w:rsidR="007312C8" w:rsidRPr="00B24417" w:rsidRDefault="007312C8"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7312C8" w:rsidRDefault="007312C8"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7312C8" w:rsidRPr="00B24417" w:rsidRDefault="007312C8"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w:t>
      </w:r>
      <w:r>
        <w:rPr>
          <w:rFonts w:ascii="Calibri" w:hAnsi="Calibri" w:cs="Arial"/>
          <w:sz w:val="22"/>
          <w:szCs w:val="22"/>
          <w:lang w:val="es-AR"/>
        </w:rPr>
        <w:t>Resolución 1053/16 UNLP</w:t>
      </w:r>
    </w:p>
    <w:p w:rsidR="007312C8" w:rsidRDefault="007312C8"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el Pliego de Bases y Condiciones Particulares</w:t>
      </w:r>
      <w:r>
        <w:rPr>
          <w:rFonts w:ascii="Calibri" w:hAnsi="Calibri" w:cs="Arial"/>
          <w:sz w:val="22"/>
          <w:szCs w:val="22"/>
          <w:lang w:val="es-AR"/>
        </w:rPr>
        <w:t xml:space="preserve"> </w:t>
      </w:r>
    </w:p>
    <w:p w:rsidR="007312C8" w:rsidRPr="00B24417" w:rsidRDefault="007312C8"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la Oferta</w:t>
      </w:r>
    </w:p>
    <w:p w:rsidR="007312C8" w:rsidRPr="00B24417" w:rsidRDefault="007312C8"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e</w:t>
      </w:r>
      <w:r w:rsidRPr="00B24417">
        <w:rPr>
          <w:rFonts w:ascii="Calibri" w:hAnsi="Calibri" w:cs="Arial"/>
          <w:sz w:val="22"/>
          <w:szCs w:val="22"/>
          <w:lang w:val="es-AR"/>
        </w:rPr>
        <w:t>) la Adjudicación</w:t>
      </w:r>
    </w:p>
    <w:p w:rsidR="007312C8" w:rsidRPr="00AD6811" w:rsidRDefault="007312C8"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 </w:t>
      </w:r>
      <w:r w:rsidRPr="00B24417">
        <w:rPr>
          <w:rFonts w:ascii="Calibri" w:hAnsi="Calibri" w:cs="Arial"/>
          <w:sz w:val="22"/>
          <w:szCs w:val="22"/>
          <w:lang w:val="es-AR"/>
        </w:rPr>
        <w:t>a Orden de compra o contrato</w:t>
      </w: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b/>
          <w:sz w:val="22"/>
          <w:szCs w:val="22"/>
          <w:u w:val="single"/>
          <w:lang w:val="es-AR"/>
        </w:rPr>
      </w:pPr>
    </w:p>
    <w:p w:rsidR="007312C8" w:rsidRDefault="007312C8"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7312C8" w:rsidRPr="009D45F8" w:rsidRDefault="007312C8" w:rsidP="00C0033A">
      <w:pPr>
        <w:spacing w:line="360" w:lineRule="auto"/>
        <w:jc w:val="center"/>
        <w:rPr>
          <w:rFonts w:ascii="Calibri" w:hAnsi="Calibri" w:cs="Arial"/>
          <w:b/>
          <w:sz w:val="28"/>
          <w:szCs w:val="28"/>
          <w:u w:val="single"/>
          <w:lang w:val="es-AR"/>
        </w:rPr>
      </w:pPr>
      <w:r w:rsidRPr="009D45F8">
        <w:rPr>
          <w:rFonts w:ascii="Calibri" w:hAnsi="Calibri" w:cs="Arial"/>
          <w:b/>
          <w:sz w:val="28"/>
          <w:szCs w:val="28"/>
          <w:u w:val="single"/>
          <w:lang w:val="es-AR"/>
        </w:rPr>
        <w:t>ANEXO I</w:t>
      </w:r>
    </w:p>
    <w:p w:rsidR="007312C8" w:rsidRDefault="007312C8" w:rsidP="00C0033A">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7312C8" w:rsidRDefault="007312C8" w:rsidP="00B03830">
      <w:pPr>
        <w:pStyle w:val="Normal2"/>
        <w:widowControl w:val="0"/>
        <w:spacing w:line="240" w:lineRule="auto"/>
        <w:rPr>
          <w:sz w:val="20"/>
          <w:szCs w:val="20"/>
        </w:rPr>
      </w:pPr>
    </w:p>
    <w:p w:rsidR="007312C8" w:rsidRPr="00E81B76" w:rsidRDefault="007312C8" w:rsidP="00B03830">
      <w:pPr>
        <w:pStyle w:val="Normal2"/>
        <w:widowControl w:val="0"/>
        <w:spacing w:line="240" w:lineRule="auto"/>
        <w:rPr>
          <w:rFonts w:ascii="Calibri" w:hAnsi="Calibri"/>
          <w:sz w:val="24"/>
          <w:szCs w:val="24"/>
        </w:rPr>
      </w:pPr>
    </w:p>
    <w:p w:rsidR="007312C8" w:rsidRPr="00B837B1" w:rsidRDefault="007312C8" w:rsidP="00B837B1">
      <w:pPr>
        <w:jc w:val="both"/>
        <w:rPr>
          <w:rFonts w:ascii="Calibri" w:hAnsi="Calibri" w:cs="Arial"/>
          <w:b/>
          <w:sz w:val="22"/>
          <w:szCs w:val="22"/>
          <w:lang w:val="es-AR"/>
        </w:rPr>
      </w:pPr>
      <w:r>
        <w:rPr>
          <w:rFonts w:ascii="Calibri" w:hAnsi="Calibri" w:cs="Arial"/>
          <w:b/>
          <w:sz w:val="22"/>
          <w:szCs w:val="22"/>
          <w:lang w:val="es-AR"/>
        </w:rPr>
        <w:t xml:space="preserve">OBJETO: </w:t>
      </w:r>
      <w:r w:rsidRPr="00B837B1">
        <w:rPr>
          <w:rFonts w:ascii="Calibri" w:hAnsi="Calibri" w:cs="Arial"/>
          <w:b/>
          <w:sz w:val="22"/>
          <w:szCs w:val="22"/>
          <w:lang w:val="es-AR"/>
        </w:rPr>
        <w:t xml:space="preserve">CONTRATACION DEL SERVICIO DE MANTENIMIENTO CORRECTIVO, PREVENTIVO Y RECLAMISTA DE LOS ASCENSORES DE LOS EDIFICIOS QUE SE DETALLAN, </w:t>
      </w:r>
    </w:p>
    <w:p w:rsidR="007312C8" w:rsidRPr="00B837B1" w:rsidRDefault="007312C8" w:rsidP="00B837B1">
      <w:pPr>
        <w:jc w:val="both"/>
        <w:rPr>
          <w:rFonts w:ascii="Calibri" w:hAnsi="Calibri" w:cs="Arial"/>
          <w:b/>
          <w:sz w:val="22"/>
          <w:szCs w:val="22"/>
          <w:lang w:val="es-AR"/>
        </w:rPr>
      </w:pPr>
    </w:p>
    <w:p w:rsidR="007312C8" w:rsidRDefault="007312C8" w:rsidP="00B837B1">
      <w:pPr>
        <w:jc w:val="both"/>
        <w:rPr>
          <w:rFonts w:ascii="Calibri" w:hAnsi="Calibri" w:cs="Arial"/>
          <w:sz w:val="22"/>
          <w:szCs w:val="22"/>
          <w:lang w:val="es-AR"/>
        </w:rPr>
      </w:pPr>
      <w:r>
        <w:rPr>
          <w:rFonts w:ascii="Calibri" w:hAnsi="Calibri" w:cs="Arial"/>
          <w:sz w:val="22"/>
          <w:szCs w:val="22"/>
          <w:lang w:val="es-AR"/>
        </w:rPr>
        <w:t>POR EL PERÍODO: 01-01-2019 HASTA EL 31-05-2019:</w:t>
      </w:r>
    </w:p>
    <w:p w:rsidR="007312C8" w:rsidRDefault="007312C8" w:rsidP="00B837B1">
      <w:pPr>
        <w:jc w:val="both"/>
        <w:rPr>
          <w:rFonts w:ascii="Calibri" w:hAnsi="Calibri" w:cs="Arial"/>
          <w:sz w:val="22"/>
          <w:szCs w:val="22"/>
          <w:lang w:val="es-AR"/>
        </w:rPr>
      </w:pPr>
    </w:p>
    <w:p w:rsidR="007312C8" w:rsidRDefault="007312C8" w:rsidP="00B837B1">
      <w:pPr>
        <w:jc w:val="both"/>
        <w:rPr>
          <w:rFonts w:ascii="Calibri" w:hAnsi="Calibri" w:cs="Arial"/>
          <w:sz w:val="22"/>
          <w:szCs w:val="22"/>
          <w:lang w:val="es-AR"/>
        </w:rPr>
      </w:pPr>
      <w:r>
        <w:rPr>
          <w:rFonts w:ascii="Calibri" w:hAnsi="Calibri" w:cs="Arial"/>
          <w:sz w:val="22"/>
          <w:szCs w:val="22"/>
          <w:lang w:val="es-AR"/>
        </w:rPr>
        <w:t>-MUSEO DE CIENCIAS NATURALES ubicado en el Paseo del Bosque S/Nº: 1 Ascensor de tipo hidráulico.</w:t>
      </w:r>
    </w:p>
    <w:p w:rsidR="007312C8" w:rsidRDefault="007312C8" w:rsidP="00B837B1">
      <w:pPr>
        <w:jc w:val="both"/>
        <w:rPr>
          <w:rFonts w:ascii="Calibri" w:hAnsi="Calibri" w:cs="Arial"/>
          <w:sz w:val="22"/>
          <w:szCs w:val="22"/>
          <w:lang w:val="es-AR"/>
        </w:rPr>
      </w:pPr>
    </w:p>
    <w:p w:rsidR="007312C8" w:rsidRDefault="007312C8" w:rsidP="00B837B1">
      <w:pPr>
        <w:jc w:val="both"/>
        <w:rPr>
          <w:rFonts w:ascii="Calibri" w:hAnsi="Calibri" w:cs="Arial"/>
          <w:sz w:val="22"/>
          <w:szCs w:val="22"/>
          <w:lang w:val="es-AR"/>
        </w:rPr>
      </w:pPr>
      <w:r>
        <w:rPr>
          <w:rFonts w:ascii="Calibri" w:hAnsi="Calibri" w:cs="Arial"/>
          <w:sz w:val="22"/>
          <w:szCs w:val="22"/>
          <w:lang w:val="es-AR"/>
        </w:rPr>
        <w:t>-EDIFICIO DE LA FACULTAD DE CIENCIAS NATURALES Y MUSEO: calle 122 y 61 S/Nº: 1 Ascensor de tipo hidráulico.</w:t>
      </w:r>
    </w:p>
    <w:p w:rsidR="007312C8" w:rsidRDefault="007312C8" w:rsidP="00B837B1">
      <w:pPr>
        <w:jc w:val="both"/>
        <w:rPr>
          <w:rFonts w:ascii="Calibri" w:hAnsi="Calibri"/>
          <w:b/>
          <w:u w:val="single"/>
        </w:rPr>
      </w:pPr>
    </w:p>
    <w:p w:rsidR="007312C8" w:rsidRDefault="007312C8" w:rsidP="005F32FD">
      <w:pPr>
        <w:jc w:val="both"/>
        <w:rPr>
          <w:rFonts w:ascii="Calibri" w:hAnsi="Calibri" w:cs="Arial"/>
          <w:sz w:val="22"/>
          <w:szCs w:val="22"/>
          <w:lang w:val="es-AR"/>
        </w:rPr>
      </w:pPr>
      <w:r>
        <w:rPr>
          <w:rFonts w:ascii="Calibri" w:hAnsi="Calibri" w:cs="Arial"/>
          <w:sz w:val="22"/>
          <w:szCs w:val="22"/>
          <w:lang w:val="es-AR"/>
        </w:rPr>
        <w:t>Debe ser acorde según ordenanza municipal N° 8769/97.-</w:t>
      </w:r>
    </w:p>
    <w:p w:rsidR="007312C8" w:rsidRPr="00763750" w:rsidRDefault="007312C8" w:rsidP="00763750">
      <w:pPr>
        <w:rPr>
          <w:rFonts w:ascii="Calibri" w:hAnsi="Calibri"/>
          <w:b/>
          <w:u w:val="single"/>
        </w:rPr>
      </w:pPr>
      <w:r>
        <w:rPr>
          <w:rFonts w:ascii="Calibri" w:hAnsi="Calibri"/>
          <w:b/>
          <w:u w:val="single"/>
        </w:rPr>
        <w:t>-----------------------------------------------------------------------------------------------------------------------------------------------------------------------------------------------------------------------------------------------------</w:t>
      </w:r>
    </w:p>
    <w:sectPr w:rsidR="007312C8" w:rsidRPr="00763750" w:rsidSect="00DD0929">
      <w:headerReference w:type="default" r:id="rId10"/>
      <w:footerReference w:type="even" r:id="rId11"/>
      <w:footerReference w:type="default" r:id="rId12"/>
      <w:pgSz w:w="11907" w:h="16840" w:code="9"/>
      <w:pgMar w:top="85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2C8" w:rsidRDefault="007312C8">
      <w:r>
        <w:separator/>
      </w:r>
    </w:p>
  </w:endnote>
  <w:endnote w:type="continuationSeparator" w:id="1">
    <w:p w:rsidR="007312C8" w:rsidRDefault="007312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öUAA"/>
    <w:panose1 w:val="02030600000101010101"/>
    <w:charset w:val="81"/>
    <w:family w:val="auto"/>
    <w:notTrueType/>
    <w:pitch w:val="fixed"/>
    <w:sig w:usb0="00000001" w:usb1="09060000" w:usb2="00000010" w:usb3="00000000" w:csb0="00080000" w:csb1="00000000"/>
  </w:font>
  <w:font w:name="Open Sans">
    <w:altName w:val="Tahoma"/>
    <w:panose1 w:val="020B0606030504020204"/>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C8" w:rsidRDefault="007312C8"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12C8" w:rsidRDefault="007312C8" w:rsidP="006251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C8" w:rsidRDefault="007312C8"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312C8" w:rsidRDefault="007312C8" w:rsidP="006251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2C8" w:rsidRDefault="007312C8">
      <w:r>
        <w:separator/>
      </w:r>
    </w:p>
  </w:footnote>
  <w:footnote w:type="continuationSeparator" w:id="1">
    <w:p w:rsidR="007312C8" w:rsidRDefault="007312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C8" w:rsidRDefault="007312C8" w:rsidP="000C5225">
    <w:pPr>
      <w:ind w:left="540" w:right="-316"/>
      <w:jc w:val="both"/>
      <w:rPr>
        <w:rFonts w:ascii="Calibri" w:hAnsi="Calibri"/>
        <w:noProof/>
        <w:lang w:val="es-AR" w:eastAsia="es-AR"/>
      </w:rPr>
    </w:pPr>
    <w:r>
      <w:rPr>
        <w:noProof/>
        <w:lang w:val="es-AR" w:eastAsia="es-AR"/>
      </w:rPr>
      <w:pict>
        <v:rect id="Rectangle 3" o:spid="_x0000_s2049" style="position:absolute;left:0;text-align:left;margin-left:-19.85pt;margin-top:-16.65pt;width:121.85pt;height:27.75pt;z-index:251658752;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" filled="f" stroked="f">
          <v:textbox>
            <w:txbxContent>
              <w:p w:rsidR="007312C8" w:rsidRDefault="007312C8" w:rsidP="000C5225">
                <w:pPr>
                  <w:pStyle w:val="NormalWeb"/>
                  <w:spacing w:before="0" w:beforeAutospacing="0" w:after="0" w:afterAutospacing="0"/>
                  <w:jc w:val="center"/>
                  <w:textAlignment w:val="baseline"/>
                  <w:rPr>
                    <w:sz w:val="16"/>
                    <w:szCs w:val="16"/>
                  </w:rPr>
                </w:pPr>
                <w:r w:rsidRPr="000C5225">
                  <w:rPr>
                    <w:rFonts w:ascii="Open Sans" w:hAnsi="Open Sans" w:cs="Open Sans"/>
                    <w:color w:val="000000"/>
                    <w:kern w:val="24"/>
                    <w:sz w:val="16"/>
                    <w:szCs w:val="16"/>
                  </w:rPr>
                  <w:t>FACULTAD DE CIENCIAS</w:t>
                </w:r>
              </w:p>
              <w:p w:rsidR="007312C8" w:rsidRDefault="007312C8" w:rsidP="000C5225">
                <w:pPr>
                  <w:pStyle w:val="NormalWeb"/>
                  <w:kinsoku w:val="0"/>
                  <w:overflowPunct w:val="0"/>
                  <w:spacing w:before="0" w:beforeAutospacing="0" w:after="0" w:afterAutospacing="0"/>
                  <w:jc w:val="center"/>
                  <w:textAlignment w:val="baseline"/>
                  <w:rPr>
                    <w:sz w:val="16"/>
                    <w:szCs w:val="16"/>
                  </w:rPr>
                </w:pPr>
                <w:r w:rsidRPr="000C5225">
                  <w:rPr>
                    <w:rFonts w:ascii="Open Sans" w:hAnsi="Open Sans" w:cs="Open Sans"/>
                    <w:color w:val="000000"/>
                    <w:kern w:val="24"/>
                    <w:sz w:val="16"/>
                    <w:szCs w:val="16"/>
                  </w:rPr>
                  <w:t>NATURALES Y MUSEO</w:t>
                </w:r>
              </w:p>
            </w:txbxContent>
          </v:textbox>
          <w10:wrap type="through"/>
        </v:rect>
      </w:pict>
    </w: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left:0;text-align:left;margin-left:102.2pt;margin-top:-26.4pt;width:98.75pt;height:49.65pt;z-index:251656704;visibility:visible" wrapcoords="-164 0 -164 21273 21600 21273 21600 0 -164 0" strokeweight="1.5pt">
          <v:imagedata r:id="rId1" o:title=""/>
          <w10:wrap type="through"/>
        </v:shape>
      </w:pict>
    </w:r>
    <w:r>
      <w:rPr>
        <w:noProof/>
        <w:lang w:val="es-AR" w:eastAsia="es-AR"/>
      </w:rPr>
      <w:pict>
        <v:line id="5 Conector recto" o:spid="_x0000_s2051" style="position:absolute;left:0;text-align:left;z-index:251657728;visibility:visible" from="101.7pt,-27.15pt" to="101.7pt,23.1pt" wrapcoords="0 1 0 67 2 67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" strokeweight="1.5pt">
          <w10:wrap type="through"/>
        </v:line>
      </w:pict>
    </w:r>
  </w:p>
  <w:p w:rsidR="007312C8" w:rsidRDefault="007312C8"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7312C8" w:rsidRDefault="007312C8" w:rsidP="000C5225">
    <w:pPr>
      <w:ind w:right="-316"/>
      <w:rPr>
        <w:rFonts w:ascii="Calibri" w:hAnsi="Calibri"/>
        <w:noProof/>
        <w:sz w:val="16"/>
        <w:szCs w:val="16"/>
        <w:lang w:val="es-AR" w:eastAsia="es-AR"/>
      </w:rPr>
    </w:pPr>
    <w:r>
      <w:rPr>
        <w:rFonts w:ascii="Calibri" w:hAnsi="Calibri"/>
        <w:b/>
        <w:noProof/>
        <w:sz w:val="16"/>
        <w:szCs w:val="16"/>
        <w:lang w:val="es-AR" w:eastAsia="es-AR"/>
      </w:rPr>
      <w:t>“2018 - AÑO DEL CENTENARIO DE LA REFORMA UNIVERSITARIA”</w:t>
    </w:r>
  </w:p>
  <w:p w:rsidR="007312C8" w:rsidRDefault="007312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F96"/>
    <w:multiLevelType w:val="hybridMultilevel"/>
    <w:tmpl w:val="0D4427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7FE3B2E"/>
    <w:multiLevelType w:val="hybridMultilevel"/>
    <w:tmpl w:val="FA26319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6">
    <w:nsid w:val="6796207E"/>
    <w:multiLevelType w:val="hybridMultilevel"/>
    <w:tmpl w:val="4FB42B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7"/>
  </w:num>
  <w:num w:numId="3">
    <w:abstractNumId w:val="4"/>
  </w:num>
  <w:num w:numId="4">
    <w:abstractNumId w:val="8"/>
  </w:num>
  <w:num w:numId="5">
    <w:abstractNumId w:val="5"/>
  </w:num>
  <w:num w:numId="6">
    <w:abstractNumId w:val="1"/>
  </w:num>
  <w:num w:numId="7">
    <w:abstractNumId w:val="6"/>
  </w:num>
  <w:num w:numId="8">
    <w:abstractNumId w:val="0"/>
  </w:num>
  <w:num w:numId="9">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hyphenationZone w:val="425"/>
  <w:drawingGridHorizontalSpacing w:val="57"/>
  <w:displayVertic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0258"/>
    <w:rsid w:val="00013D2C"/>
    <w:rsid w:val="00014F85"/>
    <w:rsid w:val="0002462E"/>
    <w:rsid w:val="00024B5B"/>
    <w:rsid w:val="00026929"/>
    <w:rsid w:val="00030DC8"/>
    <w:rsid w:val="00031FE6"/>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208"/>
    <w:rsid w:val="000768B2"/>
    <w:rsid w:val="00077750"/>
    <w:rsid w:val="00080624"/>
    <w:rsid w:val="000837AD"/>
    <w:rsid w:val="000842AB"/>
    <w:rsid w:val="00084BBA"/>
    <w:rsid w:val="00090B24"/>
    <w:rsid w:val="000942C6"/>
    <w:rsid w:val="000944C1"/>
    <w:rsid w:val="00096E04"/>
    <w:rsid w:val="00097F4C"/>
    <w:rsid w:val="000B014C"/>
    <w:rsid w:val="000B0C13"/>
    <w:rsid w:val="000B21C8"/>
    <w:rsid w:val="000B296C"/>
    <w:rsid w:val="000B4696"/>
    <w:rsid w:val="000B6BB4"/>
    <w:rsid w:val="000C0EEF"/>
    <w:rsid w:val="000C5225"/>
    <w:rsid w:val="000C78B5"/>
    <w:rsid w:val="000D114E"/>
    <w:rsid w:val="000D1F41"/>
    <w:rsid w:val="000D4066"/>
    <w:rsid w:val="000D4D10"/>
    <w:rsid w:val="000D7EFE"/>
    <w:rsid w:val="000E191E"/>
    <w:rsid w:val="000E539D"/>
    <w:rsid w:val="000F1DA2"/>
    <w:rsid w:val="000F239A"/>
    <w:rsid w:val="000F3251"/>
    <w:rsid w:val="000F3C02"/>
    <w:rsid w:val="000F4A8D"/>
    <w:rsid w:val="00100572"/>
    <w:rsid w:val="00100C57"/>
    <w:rsid w:val="00103513"/>
    <w:rsid w:val="00104FBC"/>
    <w:rsid w:val="00106CBB"/>
    <w:rsid w:val="00107306"/>
    <w:rsid w:val="00113B56"/>
    <w:rsid w:val="00114392"/>
    <w:rsid w:val="00114D02"/>
    <w:rsid w:val="00116AE0"/>
    <w:rsid w:val="0012018D"/>
    <w:rsid w:val="001243E9"/>
    <w:rsid w:val="00124836"/>
    <w:rsid w:val="00127F1C"/>
    <w:rsid w:val="001306B3"/>
    <w:rsid w:val="001312E5"/>
    <w:rsid w:val="00131C3E"/>
    <w:rsid w:val="00133AA8"/>
    <w:rsid w:val="0013591E"/>
    <w:rsid w:val="001368DD"/>
    <w:rsid w:val="00137518"/>
    <w:rsid w:val="00143580"/>
    <w:rsid w:val="00143F80"/>
    <w:rsid w:val="00144110"/>
    <w:rsid w:val="00145CAD"/>
    <w:rsid w:val="00146232"/>
    <w:rsid w:val="00153FB2"/>
    <w:rsid w:val="00163B0C"/>
    <w:rsid w:val="001649A9"/>
    <w:rsid w:val="001663DC"/>
    <w:rsid w:val="00171612"/>
    <w:rsid w:val="00172042"/>
    <w:rsid w:val="00173CA4"/>
    <w:rsid w:val="001741A6"/>
    <w:rsid w:val="0017453A"/>
    <w:rsid w:val="001753F4"/>
    <w:rsid w:val="0018310E"/>
    <w:rsid w:val="001832B7"/>
    <w:rsid w:val="00186088"/>
    <w:rsid w:val="001864E4"/>
    <w:rsid w:val="00187E8D"/>
    <w:rsid w:val="00192DC8"/>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402D"/>
    <w:rsid w:val="001F6311"/>
    <w:rsid w:val="002002EC"/>
    <w:rsid w:val="0020064F"/>
    <w:rsid w:val="00203775"/>
    <w:rsid w:val="002078AD"/>
    <w:rsid w:val="00211449"/>
    <w:rsid w:val="00213477"/>
    <w:rsid w:val="00214A6F"/>
    <w:rsid w:val="00216D77"/>
    <w:rsid w:val="0022324A"/>
    <w:rsid w:val="0022564A"/>
    <w:rsid w:val="002262B4"/>
    <w:rsid w:val="002264A8"/>
    <w:rsid w:val="0022750F"/>
    <w:rsid w:val="00231837"/>
    <w:rsid w:val="00231DAB"/>
    <w:rsid w:val="002344EE"/>
    <w:rsid w:val="0023521D"/>
    <w:rsid w:val="002375C7"/>
    <w:rsid w:val="0024059E"/>
    <w:rsid w:val="00244409"/>
    <w:rsid w:val="002447C5"/>
    <w:rsid w:val="0024541F"/>
    <w:rsid w:val="00250E65"/>
    <w:rsid w:val="0025492D"/>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1792"/>
    <w:rsid w:val="003517E3"/>
    <w:rsid w:val="003526A0"/>
    <w:rsid w:val="00354879"/>
    <w:rsid w:val="00354EDB"/>
    <w:rsid w:val="0035585E"/>
    <w:rsid w:val="003631CA"/>
    <w:rsid w:val="003631CF"/>
    <w:rsid w:val="003663E8"/>
    <w:rsid w:val="003663EE"/>
    <w:rsid w:val="003674F2"/>
    <w:rsid w:val="003712C8"/>
    <w:rsid w:val="003746A6"/>
    <w:rsid w:val="00376B9C"/>
    <w:rsid w:val="0038378E"/>
    <w:rsid w:val="00384949"/>
    <w:rsid w:val="00385D3B"/>
    <w:rsid w:val="0038726C"/>
    <w:rsid w:val="00387F0E"/>
    <w:rsid w:val="003961E5"/>
    <w:rsid w:val="003967E0"/>
    <w:rsid w:val="003977A3"/>
    <w:rsid w:val="003A133E"/>
    <w:rsid w:val="003A3487"/>
    <w:rsid w:val="003A3A45"/>
    <w:rsid w:val="003A56AC"/>
    <w:rsid w:val="003A5AEB"/>
    <w:rsid w:val="003A7C84"/>
    <w:rsid w:val="003B170B"/>
    <w:rsid w:val="003B6A64"/>
    <w:rsid w:val="003C06B3"/>
    <w:rsid w:val="003D0875"/>
    <w:rsid w:val="003D1EB1"/>
    <w:rsid w:val="003D3F59"/>
    <w:rsid w:val="003E4A04"/>
    <w:rsid w:val="003E71C1"/>
    <w:rsid w:val="003F1786"/>
    <w:rsid w:val="003F4A9F"/>
    <w:rsid w:val="003F7A23"/>
    <w:rsid w:val="003F7F55"/>
    <w:rsid w:val="00402556"/>
    <w:rsid w:val="00404758"/>
    <w:rsid w:val="0040498C"/>
    <w:rsid w:val="00404D06"/>
    <w:rsid w:val="0040693E"/>
    <w:rsid w:val="004136C2"/>
    <w:rsid w:val="0041542C"/>
    <w:rsid w:val="00417A66"/>
    <w:rsid w:val="00420E00"/>
    <w:rsid w:val="004225C4"/>
    <w:rsid w:val="00430865"/>
    <w:rsid w:val="00433745"/>
    <w:rsid w:val="0043478B"/>
    <w:rsid w:val="004366AB"/>
    <w:rsid w:val="00442C43"/>
    <w:rsid w:val="00443634"/>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043"/>
    <w:rsid w:val="0047186C"/>
    <w:rsid w:val="00472C5A"/>
    <w:rsid w:val="00477D31"/>
    <w:rsid w:val="00483F9D"/>
    <w:rsid w:val="00484D0D"/>
    <w:rsid w:val="004860E3"/>
    <w:rsid w:val="00486B3F"/>
    <w:rsid w:val="00492831"/>
    <w:rsid w:val="004934E9"/>
    <w:rsid w:val="0049417B"/>
    <w:rsid w:val="004943DA"/>
    <w:rsid w:val="004A01EC"/>
    <w:rsid w:val="004A0331"/>
    <w:rsid w:val="004A30FB"/>
    <w:rsid w:val="004A4F7D"/>
    <w:rsid w:val="004B3A53"/>
    <w:rsid w:val="004B48BE"/>
    <w:rsid w:val="004B79BD"/>
    <w:rsid w:val="004C1250"/>
    <w:rsid w:val="004C260D"/>
    <w:rsid w:val="004C3BC5"/>
    <w:rsid w:val="004D30BA"/>
    <w:rsid w:val="004D3D20"/>
    <w:rsid w:val="004D617A"/>
    <w:rsid w:val="004D6883"/>
    <w:rsid w:val="004E20D5"/>
    <w:rsid w:val="004E2EDB"/>
    <w:rsid w:val="004E42DC"/>
    <w:rsid w:val="004E4FD7"/>
    <w:rsid w:val="004E5462"/>
    <w:rsid w:val="004E7DC4"/>
    <w:rsid w:val="004F087F"/>
    <w:rsid w:val="004F5646"/>
    <w:rsid w:val="004F79B0"/>
    <w:rsid w:val="005007C0"/>
    <w:rsid w:val="00512657"/>
    <w:rsid w:val="005138D4"/>
    <w:rsid w:val="00514275"/>
    <w:rsid w:val="00515597"/>
    <w:rsid w:val="00517FE0"/>
    <w:rsid w:val="00520F7A"/>
    <w:rsid w:val="00521684"/>
    <w:rsid w:val="00523D4B"/>
    <w:rsid w:val="00532299"/>
    <w:rsid w:val="005374DA"/>
    <w:rsid w:val="00537ED4"/>
    <w:rsid w:val="00540E40"/>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2E43"/>
    <w:rsid w:val="00574479"/>
    <w:rsid w:val="00576041"/>
    <w:rsid w:val="00577219"/>
    <w:rsid w:val="005878C5"/>
    <w:rsid w:val="00590726"/>
    <w:rsid w:val="00591433"/>
    <w:rsid w:val="00593034"/>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32FD"/>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DD5"/>
    <w:rsid w:val="00653122"/>
    <w:rsid w:val="006575E0"/>
    <w:rsid w:val="0066285C"/>
    <w:rsid w:val="00664FBC"/>
    <w:rsid w:val="00667698"/>
    <w:rsid w:val="00670E5B"/>
    <w:rsid w:val="006747F0"/>
    <w:rsid w:val="00674D5E"/>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3624"/>
    <w:rsid w:val="006E4C30"/>
    <w:rsid w:val="006F1CC0"/>
    <w:rsid w:val="006F37AD"/>
    <w:rsid w:val="006F5199"/>
    <w:rsid w:val="007000AD"/>
    <w:rsid w:val="007004A7"/>
    <w:rsid w:val="007007DD"/>
    <w:rsid w:val="00703ED7"/>
    <w:rsid w:val="007058FA"/>
    <w:rsid w:val="0071059E"/>
    <w:rsid w:val="00710F22"/>
    <w:rsid w:val="0071316B"/>
    <w:rsid w:val="00716DEB"/>
    <w:rsid w:val="0072120A"/>
    <w:rsid w:val="00722FC9"/>
    <w:rsid w:val="00725B19"/>
    <w:rsid w:val="00727411"/>
    <w:rsid w:val="00727BA9"/>
    <w:rsid w:val="00730F70"/>
    <w:rsid w:val="007312C8"/>
    <w:rsid w:val="00732372"/>
    <w:rsid w:val="007353FA"/>
    <w:rsid w:val="00737EB1"/>
    <w:rsid w:val="0074098B"/>
    <w:rsid w:val="0074384B"/>
    <w:rsid w:val="00744871"/>
    <w:rsid w:val="0074755A"/>
    <w:rsid w:val="00754104"/>
    <w:rsid w:val="007567CF"/>
    <w:rsid w:val="00761B4F"/>
    <w:rsid w:val="00762934"/>
    <w:rsid w:val="00763750"/>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D27F7"/>
    <w:rsid w:val="007E4A88"/>
    <w:rsid w:val="007E6898"/>
    <w:rsid w:val="007F0209"/>
    <w:rsid w:val="0080071C"/>
    <w:rsid w:val="00801005"/>
    <w:rsid w:val="00803595"/>
    <w:rsid w:val="00807827"/>
    <w:rsid w:val="00811243"/>
    <w:rsid w:val="00812A2C"/>
    <w:rsid w:val="00816D8C"/>
    <w:rsid w:val="008173F3"/>
    <w:rsid w:val="008203EB"/>
    <w:rsid w:val="00823FA1"/>
    <w:rsid w:val="00824A0F"/>
    <w:rsid w:val="00825B66"/>
    <w:rsid w:val="0082688C"/>
    <w:rsid w:val="008330D3"/>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3F3F"/>
    <w:rsid w:val="008742AB"/>
    <w:rsid w:val="00874565"/>
    <w:rsid w:val="00874C88"/>
    <w:rsid w:val="00876BD6"/>
    <w:rsid w:val="00876E52"/>
    <w:rsid w:val="00877151"/>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3591C"/>
    <w:rsid w:val="00940081"/>
    <w:rsid w:val="009400E0"/>
    <w:rsid w:val="0094141D"/>
    <w:rsid w:val="00941683"/>
    <w:rsid w:val="009429A7"/>
    <w:rsid w:val="00944241"/>
    <w:rsid w:val="0094486A"/>
    <w:rsid w:val="009459DE"/>
    <w:rsid w:val="00947BE5"/>
    <w:rsid w:val="00947D97"/>
    <w:rsid w:val="0095054E"/>
    <w:rsid w:val="009508F4"/>
    <w:rsid w:val="0095158C"/>
    <w:rsid w:val="00952F66"/>
    <w:rsid w:val="0095451C"/>
    <w:rsid w:val="00954DEC"/>
    <w:rsid w:val="00955064"/>
    <w:rsid w:val="009562AA"/>
    <w:rsid w:val="0095721B"/>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033E"/>
    <w:rsid w:val="009C1240"/>
    <w:rsid w:val="009C2750"/>
    <w:rsid w:val="009C48FA"/>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074EA"/>
    <w:rsid w:val="00A13B9A"/>
    <w:rsid w:val="00A15630"/>
    <w:rsid w:val="00A26B44"/>
    <w:rsid w:val="00A3016C"/>
    <w:rsid w:val="00A34676"/>
    <w:rsid w:val="00A401EF"/>
    <w:rsid w:val="00A413F2"/>
    <w:rsid w:val="00A44D1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2E19"/>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71BC"/>
    <w:rsid w:val="00AB7DF6"/>
    <w:rsid w:val="00AC5204"/>
    <w:rsid w:val="00AC5218"/>
    <w:rsid w:val="00AC7077"/>
    <w:rsid w:val="00AD24F1"/>
    <w:rsid w:val="00AD2889"/>
    <w:rsid w:val="00AD5BC7"/>
    <w:rsid w:val="00AD6811"/>
    <w:rsid w:val="00AE0951"/>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7B1"/>
    <w:rsid w:val="00B83F90"/>
    <w:rsid w:val="00B9040D"/>
    <w:rsid w:val="00B93BA5"/>
    <w:rsid w:val="00BA234F"/>
    <w:rsid w:val="00BA3DD9"/>
    <w:rsid w:val="00BA67C7"/>
    <w:rsid w:val="00BA7A32"/>
    <w:rsid w:val="00BB4283"/>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33A"/>
    <w:rsid w:val="00C00503"/>
    <w:rsid w:val="00C0551B"/>
    <w:rsid w:val="00C13015"/>
    <w:rsid w:val="00C15D56"/>
    <w:rsid w:val="00C17844"/>
    <w:rsid w:val="00C218C9"/>
    <w:rsid w:val="00C275F8"/>
    <w:rsid w:val="00C32ADE"/>
    <w:rsid w:val="00C34DFB"/>
    <w:rsid w:val="00C35B37"/>
    <w:rsid w:val="00C41921"/>
    <w:rsid w:val="00C42330"/>
    <w:rsid w:val="00C45A4E"/>
    <w:rsid w:val="00C45BDC"/>
    <w:rsid w:val="00C56CA6"/>
    <w:rsid w:val="00C627F2"/>
    <w:rsid w:val="00C63735"/>
    <w:rsid w:val="00C64206"/>
    <w:rsid w:val="00C71807"/>
    <w:rsid w:val="00C71EFC"/>
    <w:rsid w:val="00C74B6E"/>
    <w:rsid w:val="00C75044"/>
    <w:rsid w:val="00C75879"/>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2DA0"/>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378B6"/>
    <w:rsid w:val="00D40FFC"/>
    <w:rsid w:val="00D42113"/>
    <w:rsid w:val="00D42472"/>
    <w:rsid w:val="00D460F8"/>
    <w:rsid w:val="00D4625F"/>
    <w:rsid w:val="00D52961"/>
    <w:rsid w:val="00D55A02"/>
    <w:rsid w:val="00D57F78"/>
    <w:rsid w:val="00D601F5"/>
    <w:rsid w:val="00D6396E"/>
    <w:rsid w:val="00D71377"/>
    <w:rsid w:val="00D71AA3"/>
    <w:rsid w:val="00D72594"/>
    <w:rsid w:val="00D72621"/>
    <w:rsid w:val="00D8155B"/>
    <w:rsid w:val="00D84087"/>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735"/>
    <w:rsid w:val="00DB1696"/>
    <w:rsid w:val="00DB2ACA"/>
    <w:rsid w:val="00DB325E"/>
    <w:rsid w:val="00DB33B1"/>
    <w:rsid w:val="00DB68CA"/>
    <w:rsid w:val="00DB7E84"/>
    <w:rsid w:val="00DC0CD6"/>
    <w:rsid w:val="00DC29B6"/>
    <w:rsid w:val="00DC4539"/>
    <w:rsid w:val="00DD088A"/>
    <w:rsid w:val="00DD0929"/>
    <w:rsid w:val="00DD0E1C"/>
    <w:rsid w:val="00DD2C2D"/>
    <w:rsid w:val="00DD447A"/>
    <w:rsid w:val="00DD4D90"/>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4F14"/>
    <w:rsid w:val="00E660AF"/>
    <w:rsid w:val="00E66235"/>
    <w:rsid w:val="00E662FA"/>
    <w:rsid w:val="00E70E0C"/>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7F3"/>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2467"/>
    <w:rsid w:val="00F54345"/>
    <w:rsid w:val="00F551DB"/>
    <w:rsid w:val="00F55538"/>
    <w:rsid w:val="00F56280"/>
    <w:rsid w:val="00F56CE8"/>
    <w:rsid w:val="00F61165"/>
    <w:rsid w:val="00F61773"/>
    <w:rsid w:val="00F6211E"/>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34F7"/>
    <w:rsid w:val="00FA5073"/>
    <w:rsid w:val="00FA6CE6"/>
    <w:rsid w:val="00FA78C4"/>
    <w:rsid w:val="00FB2FCD"/>
    <w:rsid w:val="00FC351D"/>
    <w:rsid w:val="00FC4199"/>
    <w:rsid w:val="00FC4927"/>
    <w:rsid w:val="00FC5E44"/>
    <w:rsid w:val="00FD11F5"/>
    <w:rsid w:val="00FD50A5"/>
    <w:rsid w:val="00FD579D"/>
    <w:rsid w:val="00FD5DC2"/>
    <w:rsid w:val="00FD5F4E"/>
    <w:rsid w:val="00FD6272"/>
    <w:rsid w:val="00FE136A"/>
    <w:rsid w:val="00FE4436"/>
    <w:rsid w:val="00FE4848"/>
    <w:rsid w:val="00FF1040"/>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64ADC"/>
    <w:rPr>
      <w:sz w:val="24"/>
      <w:szCs w:val="24"/>
      <w:lang w:val="es-ES" w:eastAsia="es-ES"/>
    </w:rPr>
  </w:style>
  <w:style w:type="paragraph" w:styleId="Heading1">
    <w:name w:val="heading 1"/>
    <w:basedOn w:val="Normal"/>
    <w:next w:val="Normal"/>
    <w:link w:val="Heading1Char"/>
    <w:uiPriority w:val="99"/>
    <w:qFormat/>
    <w:rsid w:val="00072C4A"/>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072C4A"/>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253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22534"/>
    <w:pPr>
      <w:keepNext/>
      <w:tabs>
        <w:tab w:val="num" w:pos="864"/>
      </w:tabs>
      <w:spacing w:before="240" w:after="60"/>
      <w:ind w:left="864" w:hanging="864"/>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622534"/>
    <w:pPr>
      <w:tabs>
        <w:tab w:val="num" w:pos="1008"/>
      </w:tabs>
      <w:spacing w:before="240" w:after="60"/>
      <w:ind w:left="1008" w:hanging="1008"/>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622534"/>
    <w:pPr>
      <w:tabs>
        <w:tab w:val="num" w:pos="1152"/>
      </w:tabs>
      <w:spacing w:before="240" w:after="60"/>
      <w:ind w:left="1152" w:hanging="1152"/>
      <w:outlineLvl w:val="5"/>
    </w:pPr>
    <w:rPr>
      <w:rFonts w:ascii="Calibri" w:hAnsi="Calibri"/>
      <w:b/>
      <w:bCs/>
      <w:sz w:val="20"/>
      <w:szCs w:val="20"/>
    </w:rPr>
  </w:style>
  <w:style w:type="paragraph" w:styleId="Heading7">
    <w:name w:val="heading 7"/>
    <w:basedOn w:val="Normal"/>
    <w:next w:val="Normal"/>
    <w:link w:val="Heading7Char"/>
    <w:uiPriority w:val="99"/>
    <w:qFormat/>
    <w:rsid w:val="00622534"/>
    <w:pPr>
      <w:tabs>
        <w:tab w:val="num" w:pos="1296"/>
      </w:tabs>
      <w:spacing w:before="240" w:after="60"/>
      <w:ind w:left="1296" w:hanging="1296"/>
      <w:outlineLvl w:val="6"/>
    </w:pPr>
    <w:rPr>
      <w:rFonts w:ascii="Calibri" w:hAnsi="Calibri"/>
    </w:rPr>
  </w:style>
  <w:style w:type="paragraph" w:styleId="Heading8">
    <w:name w:val="heading 8"/>
    <w:basedOn w:val="Normal"/>
    <w:next w:val="Normal"/>
    <w:link w:val="Heading8Char"/>
    <w:uiPriority w:val="99"/>
    <w:qFormat/>
    <w:rsid w:val="00622534"/>
    <w:pPr>
      <w:tabs>
        <w:tab w:val="num" w:pos="1440"/>
      </w:tabs>
      <w:spacing w:before="240" w:after="60"/>
      <w:ind w:left="1440" w:hanging="1440"/>
      <w:outlineLvl w:val="7"/>
    </w:pPr>
    <w:rPr>
      <w:rFonts w:ascii="Calibri" w:hAnsi="Calibri"/>
      <w:i/>
      <w:iCs/>
    </w:rPr>
  </w:style>
  <w:style w:type="paragraph" w:styleId="Heading9">
    <w:name w:val="heading 9"/>
    <w:basedOn w:val="Normal"/>
    <w:next w:val="Normal"/>
    <w:link w:val="Heading9Char"/>
    <w:uiPriority w:val="99"/>
    <w:qFormat/>
    <w:rsid w:val="00622534"/>
    <w:pPr>
      <w:tabs>
        <w:tab w:val="num" w:pos="1584"/>
      </w:tabs>
      <w:spacing w:before="240" w:after="60"/>
      <w:ind w:left="1584" w:hanging="1584"/>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007C"/>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8F007C"/>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8F007C"/>
    <w:rPr>
      <w:rFonts w:ascii="Cambria" w:hAnsi="Cambria"/>
      <w:b/>
      <w:sz w:val="26"/>
      <w:lang w:val="es-ES" w:eastAsia="es-ES"/>
    </w:rPr>
  </w:style>
  <w:style w:type="character" w:customStyle="1" w:styleId="Heading4Char">
    <w:name w:val="Heading 4 Char"/>
    <w:basedOn w:val="DefaultParagraphFont"/>
    <w:link w:val="Heading4"/>
    <w:uiPriority w:val="99"/>
    <w:semiHidden/>
    <w:locked/>
    <w:rsid w:val="008F007C"/>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8F007C"/>
    <w:rPr>
      <w:rFonts w:ascii="Calibri" w:hAnsi="Calibri"/>
      <w:b/>
      <w:i/>
      <w:sz w:val="26"/>
      <w:lang w:val="es-ES" w:eastAsia="es-ES"/>
    </w:rPr>
  </w:style>
  <w:style w:type="character" w:customStyle="1" w:styleId="Heading6Char">
    <w:name w:val="Heading 6 Char"/>
    <w:basedOn w:val="DefaultParagraphFont"/>
    <w:link w:val="Heading6"/>
    <w:uiPriority w:val="99"/>
    <w:semiHidden/>
    <w:locked/>
    <w:rsid w:val="008F007C"/>
    <w:rPr>
      <w:rFonts w:ascii="Calibri" w:hAnsi="Calibri"/>
      <w:b/>
      <w:lang w:val="es-ES" w:eastAsia="es-ES"/>
    </w:rPr>
  </w:style>
  <w:style w:type="character" w:customStyle="1" w:styleId="Heading7Char">
    <w:name w:val="Heading 7 Char"/>
    <w:basedOn w:val="DefaultParagraphFont"/>
    <w:link w:val="Heading7"/>
    <w:uiPriority w:val="99"/>
    <w:semiHidden/>
    <w:locked/>
    <w:rsid w:val="008F007C"/>
    <w:rPr>
      <w:rFonts w:ascii="Calibri" w:hAnsi="Calibri"/>
      <w:sz w:val="24"/>
      <w:lang w:val="es-ES" w:eastAsia="es-ES"/>
    </w:rPr>
  </w:style>
  <w:style w:type="character" w:customStyle="1" w:styleId="Heading8Char">
    <w:name w:val="Heading 8 Char"/>
    <w:basedOn w:val="DefaultParagraphFont"/>
    <w:link w:val="Heading8"/>
    <w:uiPriority w:val="99"/>
    <w:semiHidden/>
    <w:locked/>
    <w:rsid w:val="008F007C"/>
    <w:rPr>
      <w:rFonts w:ascii="Calibri" w:hAnsi="Calibri"/>
      <w:i/>
      <w:sz w:val="24"/>
      <w:lang w:val="es-ES" w:eastAsia="es-ES"/>
    </w:rPr>
  </w:style>
  <w:style w:type="character" w:customStyle="1" w:styleId="Heading9Char">
    <w:name w:val="Heading 9 Char"/>
    <w:basedOn w:val="DefaultParagraphFont"/>
    <w:link w:val="Heading9"/>
    <w:uiPriority w:val="99"/>
    <w:semiHidden/>
    <w:locked/>
    <w:rsid w:val="008F007C"/>
    <w:rPr>
      <w:rFonts w:ascii="Cambria" w:hAnsi="Cambria"/>
      <w:lang w:val="es-ES" w:eastAsia="es-ES"/>
    </w:rPr>
  </w:style>
  <w:style w:type="paragraph" w:styleId="Caption">
    <w:name w:val="caption"/>
    <w:basedOn w:val="Normal"/>
    <w:next w:val="Normal"/>
    <w:uiPriority w:val="99"/>
    <w:qFormat/>
    <w:rsid w:val="00072C4A"/>
    <w:pPr>
      <w:jc w:val="center"/>
    </w:pPr>
    <w:rPr>
      <w:b/>
      <w:bCs/>
      <w:smallCaps/>
      <w:sz w:val="20"/>
    </w:rPr>
  </w:style>
  <w:style w:type="character" w:styleId="Hyperlink">
    <w:name w:val="Hyperlink"/>
    <w:basedOn w:val="DefaultParagraphFont"/>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Heading4"/>
    <w:next w:val="Heading4"/>
    <w:uiPriority w:val="99"/>
    <w:rsid w:val="00622534"/>
    <w:pPr>
      <w:numPr>
        <w:ilvl w:val="3"/>
      </w:numPr>
      <w:tabs>
        <w:tab w:val="num" w:pos="864"/>
      </w:tabs>
      <w:ind w:left="864" w:hanging="864"/>
    </w:pPr>
  </w:style>
  <w:style w:type="paragraph" w:styleId="Footer">
    <w:name w:val="footer"/>
    <w:basedOn w:val="Normal"/>
    <w:link w:val="FooterChar"/>
    <w:uiPriority w:val="99"/>
    <w:rsid w:val="006251C9"/>
    <w:pPr>
      <w:tabs>
        <w:tab w:val="center" w:pos="4252"/>
        <w:tab w:val="right" w:pos="8504"/>
      </w:tabs>
    </w:pPr>
  </w:style>
  <w:style w:type="character" w:customStyle="1" w:styleId="FooterChar">
    <w:name w:val="Footer Char"/>
    <w:basedOn w:val="DefaultParagraphFont"/>
    <w:link w:val="Footer"/>
    <w:uiPriority w:val="99"/>
    <w:semiHidden/>
    <w:locked/>
    <w:rsid w:val="008F007C"/>
    <w:rPr>
      <w:sz w:val="24"/>
      <w:lang w:val="es-ES" w:eastAsia="es-ES"/>
    </w:rPr>
  </w:style>
  <w:style w:type="character" w:styleId="PageNumber">
    <w:name w:val="page number"/>
    <w:basedOn w:val="DefaultParagraphFont"/>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Heading3"/>
    <w:uiPriority w:val="99"/>
    <w:rsid w:val="000F239A"/>
    <w:pPr>
      <w:suppressAutoHyphens/>
      <w:spacing w:before="120"/>
      <w:ind w:firstLine="567"/>
      <w:jc w:val="both"/>
    </w:pPr>
    <w:rPr>
      <w:rFonts w:ascii="Arial Narrow" w:hAnsi="Arial Narrow"/>
      <w:bCs w:val="0"/>
      <w:szCs w:val="20"/>
      <w:u w:val="single"/>
      <w:lang w:val="es-ES_tradnl" w:eastAsia="ar-SA"/>
    </w:rPr>
  </w:style>
  <w:style w:type="paragraph" w:styleId="BalloonText">
    <w:name w:val="Balloon Text"/>
    <w:basedOn w:val="Normal"/>
    <w:link w:val="BalloonTextChar"/>
    <w:uiPriority w:val="99"/>
    <w:semiHidden/>
    <w:rsid w:val="007353FA"/>
    <w:rPr>
      <w:sz w:val="2"/>
      <w:szCs w:val="20"/>
    </w:rPr>
  </w:style>
  <w:style w:type="character" w:customStyle="1" w:styleId="BalloonTextChar">
    <w:name w:val="Balloon Text Char"/>
    <w:basedOn w:val="DefaultParagraphFont"/>
    <w:link w:val="BalloonText"/>
    <w:uiPriority w:val="99"/>
    <w:semiHidden/>
    <w:locked/>
    <w:rsid w:val="008F007C"/>
    <w:rPr>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style>
  <w:style w:type="paragraph" w:styleId="BodyText">
    <w:name w:val="Body Text"/>
    <w:basedOn w:val="Normal"/>
    <w:link w:val="BodyTextChar"/>
    <w:uiPriority w:val="99"/>
    <w:rsid w:val="00A85868"/>
    <w:pPr>
      <w:spacing w:line="360" w:lineRule="auto"/>
      <w:jc w:val="both"/>
    </w:pPr>
  </w:style>
  <w:style w:type="character" w:customStyle="1" w:styleId="BodyTextChar">
    <w:name w:val="Body Text Char"/>
    <w:basedOn w:val="DefaultParagraphFont"/>
    <w:link w:val="BodyText"/>
    <w:uiPriority w:val="99"/>
    <w:semiHidden/>
    <w:locked/>
    <w:rsid w:val="008F007C"/>
    <w:rPr>
      <w:sz w:val="24"/>
      <w:lang w:val="es-ES" w:eastAsia="es-ES"/>
    </w:rPr>
  </w:style>
  <w:style w:type="character" w:styleId="Strong">
    <w:name w:val="Strong"/>
    <w:basedOn w:val="DefaultParagraphFont"/>
    <w:uiPriority w:val="99"/>
    <w:qFormat/>
    <w:rsid w:val="008C398D"/>
    <w:rPr>
      <w:rFonts w:cs="Times New Roman"/>
      <w:b/>
    </w:rPr>
  </w:style>
  <w:style w:type="paragraph" w:customStyle="1" w:styleId="Normal1">
    <w:name w:val="Normal1"/>
    <w:uiPriority w:val="99"/>
    <w:rsid w:val="0023521D"/>
    <w:pPr>
      <w:spacing w:line="276" w:lineRule="auto"/>
    </w:pPr>
    <w:rPr>
      <w:rFonts w:ascii="Arial" w:hAnsi="Arial" w:cs="Arial"/>
      <w:color w:val="000000"/>
      <w:szCs w:val="20"/>
    </w:rPr>
  </w:style>
  <w:style w:type="paragraph" w:customStyle="1" w:styleId="BankNormal">
    <w:name w:val="BankNormal"/>
    <w:basedOn w:val="Normal"/>
    <w:uiPriority w:val="99"/>
    <w:rsid w:val="00517FE0"/>
    <w:pPr>
      <w:spacing w:after="240"/>
    </w:pPr>
    <w:rPr>
      <w:szCs w:val="20"/>
      <w:lang w:val="en-US" w:eastAsia="en-US"/>
    </w:rPr>
  </w:style>
  <w:style w:type="paragraph" w:styleId="Header">
    <w:name w:val="header"/>
    <w:basedOn w:val="Normal"/>
    <w:link w:val="HeaderChar"/>
    <w:uiPriority w:val="99"/>
    <w:rsid w:val="001832B7"/>
    <w:pPr>
      <w:tabs>
        <w:tab w:val="center" w:pos="4419"/>
        <w:tab w:val="right" w:pos="8838"/>
      </w:tabs>
    </w:pPr>
  </w:style>
  <w:style w:type="character" w:customStyle="1" w:styleId="HeaderChar">
    <w:name w:val="Header Char"/>
    <w:basedOn w:val="DefaultParagraphFont"/>
    <w:link w:val="Header"/>
    <w:uiPriority w:val="99"/>
    <w:locked/>
    <w:rsid w:val="001832B7"/>
    <w:rPr>
      <w:sz w:val="24"/>
      <w:lang w:val="es-ES" w:eastAsia="es-ES"/>
    </w:rPr>
  </w:style>
  <w:style w:type="paragraph" w:styleId="ListParagraph">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uiPriority w:val="99"/>
    <w:rsid w:val="00B03830"/>
    <w:pPr>
      <w:spacing w:line="276" w:lineRule="auto"/>
    </w:pPr>
    <w:rPr>
      <w:rFonts w:ascii="Arial" w:hAnsi="Arial" w:cs="Arial"/>
      <w:color w:val="000000"/>
    </w:rPr>
  </w:style>
  <w:style w:type="character" w:styleId="SubtleReference">
    <w:name w:val="Subtle Reference"/>
    <w:basedOn w:val="DefaultParagraphFont"/>
    <w:uiPriority w:val="99"/>
    <w:qFormat/>
    <w:rsid w:val="007D27F7"/>
    <w:rPr>
      <w:smallCaps/>
      <w:color w:val="C0504D"/>
      <w:u w:val="single"/>
    </w:rPr>
  </w:style>
</w:styles>
</file>

<file path=word/webSettings.xml><?xml version="1.0" encoding="utf-8"?>
<w:webSettings xmlns:r="http://schemas.openxmlformats.org/officeDocument/2006/relationships" xmlns:w="http://schemas.openxmlformats.org/wordprocessingml/2006/main">
  <w:divs>
    <w:div w:id="75593975">
      <w:marLeft w:val="0"/>
      <w:marRight w:val="0"/>
      <w:marTop w:val="0"/>
      <w:marBottom w:val="0"/>
      <w:divBdr>
        <w:top w:val="none" w:sz="0" w:space="0" w:color="auto"/>
        <w:left w:val="none" w:sz="0" w:space="0" w:color="auto"/>
        <w:bottom w:val="none" w:sz="0" w:space="0" w:color="auto"/>
        <w:right w:val="none" w:sz="0" w:space="0" w:color="auto"/>
      </w:divBdr>
    </w:div>
    <w:div w:id="75593976">
      <w:marLeft w:val="0"/>
      <w:marRight w:val="0"/>
      <w:marTop w:val="0"/>
      <w:marBottom w:val="0"/>
      <w:divBdr>
        <w:top w:val="none" w:sz="0" w:space="0" w:color="auto"/>
        <w:left w:val="none" w:sz="0" w:space="0" w:color="auto"/>
        <w:bottom w:val="none" w:sz="0" w:space="0" w:color="auto"/>
        <w:right w:val="none" w:sz="0" w:space="0" w:color="auto"/>
      </w:divBdr>
    </w:div>
    <w:div w:id="75593977">
      <w:marLeft w:val="0"/>
      <w:marRight w:val="0"/>
      <w:marTop w:val="0"/>
      <w:marBottom w:val="0"/>
      <w:divBdr>
        <w:top w:val="none" w:sz="0" w:space="0" w:color="auto"/>
        <w:left w:val="none" w:sz="0" w:space="0" w:color="auto"/>
        <w:bottom w:val="none" w:sz="0" w:space="0" w:color="auto"/>
        <w:right w:val="none" w:sz="0" w:space="0" w:color="auto"/>
      </w:divBdr>
    </w:div>
    <w:div w:id="75593978">
      <w:marLeft w:val="0"/>
      <w:marRight w:val="0"/>
      <w:marTop w:val="0"/>
      <w:marBottom w:val="0"/>
      <w:divBdr>
        <w:top w:val="none" w:sz="0" w:space="0" w:color="auto"/>
        <w:left w:val="none" w:sz="0" w:space="0" w:color="auto"/>
        <w:bottom w:val="none" w:sz="0" w:space="0" w:color="auto"/>
        <w:right w:val="none" w:sz="0" w:space="0" w:color="auto"/>
      </w:divBdr>
    </w:div>
    <w:div w:id="75593979">
      <w:marLeft w:val="0"/>
      <w:marRight w:val="0"/>
      <w:marTop w:val="0"/>
      <w:marBottom w:val="0"/>
      <w:divBdr>
        <w:top w:val="none" w:sz="0" w:space="0" w:color="auto"/>
        <w:left w:val="none" w:sz="0" w:space="0" w:color="auto"/>
        <w:bottom w:val="none" w:sz="0" w:space="0" w:color="auto"/>
        <w:right w:val="none" w:sz="0" w:space="0" w:color="auto"/>
      </w:divBdr>
    </w:div>
    <w:div w:id="75593980">
      <w:marLeft w:val="0"/>
      <w:marRight w:val="0"/>
      <w:marTop w:val="0"/>
      <w:marBottom w:val="0"/>
      <w:divBdr>
        <w:top w:val="none" w:sz="0" w:space="0" w:color="auto"/>
        <w:left w:val="none" w:sz="0" w:space="0" w:color="auto"/>
        <w:bottom w:val="none" w:sz="0" w:space="0" w:color="auto"/>
        <w:right w:val="none" w:sz="0" w:space="0" w:color="auto"/>
      </w:divBdr>
    </w:div>
    <w:div w:id="75593981">
      <w:marLeft w:val="0"/>
      <w:marRight w:val="0"/>
      <w:marTop w:val="0"/>
      <w:marBottom w:val="0"/>
      <w:divBdr>
        <w:top w:val="none" w:sz="0" w:space="0" w:color="auto"/>
        <w:left w:val="none" w:sz="0" w:space="0" w:color="auto"/>
        <w:bottom w:val="none" w:sz="0" w:space="0" w:color="auto"/>
        <w:right w:val="none" w:sz="0" w:space="0" w:color="auto"/>
      </w:divBdr>
    </w:div>
    <w:div w:id="75593982">
      <w:marLeft w:val="0"/>
      <w:marRight w:val="0"/>
      <w:marTop w:val="0"/>
      <w:marBottom w:val="0"/>
      <w:divBdr>
        <w:top w:val="none" w:sz="0" w:space="0" w:color="auto"/>
        <w:left w:val="none" w:sz="0" w:space="0" w:color="auto"/>
        <w:bottom w:val="none" w:sz="0" w:space="0" w:color="auto"/>
        <w:right w:val="none" w:sz="0" w:space="0" w:color="auto"/>
      </w:divBdr>
    </w:div>
    <w:div w:id="75593983">
      <w:marLeft w:val="0"/>
      <w:marRight w:val="0"/>
      <w:marTop w:val="0"/>
      <w:marBottom w:val="0"/>
      <w:divBdr>
        <w:top w:val="none" w:sz="0" w:space="0" w:color="auto"/>
        <w:left w:val="none" w:sz="0" w:space="0" w:color="auto"/>
        <w:bottom w:val="none" w:sz="0" w:space="0" w:color="auto"/>
        <w:right w:val="none" w:sz="0" w:space="0" w:color="auto"/>
      </w:divBdr>
    </w:div>
    <w:div w:id="75593984">
      <w:marLeft w:val="0"/>
      <w:marRight w:val="0"/>
      <w:marTop w:val="0"/>
      <w:marBottom w:val="0"/>
      <w:divBdr>
        <w:top w:val="none" w:sz="0" w:space="0" w:color="auto"/>
        <w:left w:val="none" w:sz="0" w:space="0" w:color="auto"/>
        <w:bottom w:val="none" w:sz="0" w:space="0" w:color="auto"/>
        <w:right w:val="none" w:sz="0" w:space="0" w:color="auto"/>
      </w:divBdr>
    </w:div>
    <w:div w:id="75593985">
      <w:marLeft w:val="0"/>
      <w:marRight w:val="0"/>
      <w:marTop w:val="0"/>
      <w:marBottom w:val="0"/>
      <w:divBdr>
        <w:top w:val="none" w:sz="0" w:space="0" w:color="auto"/>
        <w:left w:val="none" w:sz="0" w:space="0" w:color="auto"/>
        <w:bottom w:val="none" w:sz="0" w:space="0" w:color="auto"/>
        <w:right w:val="none" w:sz="0" w:space="0" w:color="auto"/>
      </w:divBdr>
    </w:div>
    <w:div w:id="75593986">
      <w:marLeft w:val="0"/>
      <w:marRight w:val="0"/>
      <w:marTop w:val="0"/>
      <w:marBottom w:val="0"/>
      <w:divBdr>
        <w:top w:val="none" w:sz="0" w:space="0" w:color="auto"/>
        <w:left w:val="none" w:sz="0" w:space="0" w:color="auto"/>
        <w:bottom w:val="none" w:sz="0" w:space="0" w:color="auto"/>
        <w:right w:val="none" w:sz="0" w:space="0" w:color="auto"/>
      </w:divBdr>
    </w:div>
    <w:div w:id="75593987">
      <w:marLeft w:val="0"/>
      <w:marRight w:val="0"/>
      <w:marTop w:val="0"/>
      <w:marBottom w:val="0"/>
      <w:divBdr>
        <w:top w:val="none" w:sz="0" w:space="0" w:color="auto"/>
        <w:left w:val="none" w:sz="0" w:space="0" w:color="auto"/>
        <w:bottom w:val="none" w:sz="0" w:space="0" w:color="auto"/>
        <w:right w:val="none" w:sz="0" w:space="0" w:color="auto"/>
      </w:divBdr>
    </w:div>
    <w:div w:id="75593988">
      <w:marLeft w:val="0"/>
      <w:marRight w:val="0"/>
      <w:marTop w:val="0"/>
      <w:marBottom w:val="0"/>
      <w:divBdr>
        <w:top w:val="none" w:sz="0" w:space="0" w:color="auto"/>
        <w:left w:val="none" w:sz="0" w:space="0" w:color="auto"/>
        <w:bottom w:val="none" w:sz="0" w:space="0" w:color="auto"/>
        <w:right w:val="none" w:sz="0" w:space="0" w:color="auto"/>
      </w:divBdr>
    </w:div>
    <w:div w:id="75593989">
      <w:marLeft w:val="0"/>
      <w:marRight w:val="0"/>
      <w:marTop w:val="0"/>
      <w:marBottom w:val="0"/>
      <w:divBdr>
        <w:top w:val="none" w:sz="0" w:space="0" w:color="auto"/>
        <w:left w:val="none" w:sz="0" w:space="0" w:color="auto"/>
        <w:bottom w:val="none" w:sz="0" w:space="0" w:color="auto"/>
        <w:right w:val="none" w:sz="0" w:space="0" w:color="auto"/>
      </w:divBdr>
    </w:div>
    <w:div w:id="75593990">
      <w:marLeft w:val="0"/>
      <w:marRight w:val="0"/>
      <w:marTop w:val="0"/>
      <w:marBottom w:val="0"/>
      <w:divBdr>
        <w:top w:val="none" w:sz="0" w:space="0" w:color="auto"/>
        <w:left w:val="none" w:sz="0" w:space="0" w:color="auto"/>
        <w:bottom w:val="none" w:sz="0" w:space="0" w:color="auto"/>
        <w:right w:val="none" w:sz="0" w:space="0" w:color="auto"/>
      </w:divBdr>
    </w:div>
    <w:div w:id="75593991">
      <w:marLeft w:val="0"/>
      <w:marRight w:val="0"/>
      <w:marTop w:val="0"/>
      <w:marBottom w:val="0"/>
      <w:divBdr>
        <w:top w:val="none" w:sz="0" w:space="0" w:color="auto"/>
        <w:left w:val="none" w:sz="0" w:space="0" w:color="auto"/>
        <w:bottom w:val="none" w:sz="0" w:space="0" w:color="auto"/>
        <w:right w:val="none" w:sz="0" w:space="0" w:color="auto"/>
      </w:divBdr>
    </w:div>
    <w:div w:id="75593992">
      <w:marLeft w:val="0"/>
      <w:marRight w:val="0"/>
      <w:marTop w:val="0"/>
      <w:marBottom w:val="0"/>
      <w:divBdr>
        <w:top w:val="none" w:sz="0" w:space="0" w:color="auto"/>
        <w:left w:val="none" w:sz="0" w:space="0" w:color="auto"/>
        <w:bottom w:val="none" w:sz="0" w:space="0" w:color="auto"/>
        <w:right w:val="none" w:sz="0" w:space="0" w:color="auto"/>
      </w:divBdr>
    </w:div>
    <w:div w:id="75593993">
      <w:marLeft w:val="0"/>
      <w:marRight w:val="0"/>
      <w:marTop w:val="0"/>
      <w:marBottom w:val="0"/>
      <w:divBdr>
        <w:top w:val="none" w:sz="0" w:space="0" w:color="auto"/>
        <w:left w:val="none" w:sz="0" w:space="0" w:color="auto"/>
        <w:bottom w:val="none" w:sz="0" w:space="0" w:color="auto"/>
        <w:right w:val="none" w:sz="0" w:space="0" w:color="auto"/>
      </w:divBdr>
    </w:div>
    <w:div w:id="75593994">
      <w:marLeft w:val="0"/>
      <w:marRight w:val="0"/>
      <w:marTop w:val="0"/>
      <w:marBottom w:val="0"/>
      <w:divBdr>
        <w:top w:val="none" w:sz="0" w:space="0" w:color="auto"/>
        <w:left w:val="none" w:sz="0" w:space="0" w:color="auto"/>
        <w:bottom w:val="none" w:sz="0" w:space="0" w:color="auto"/>
        <w:right w:val="none" w:sz="0" w:space="0" w:color="auto"/>
      </w:divBdr>
    </w:div>
    <w:div w:id="75593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fcnym.unlp.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gentinacompra.gov.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omprar.gob.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1703</Words>
  <Characters>9370</Characters>
  <Application>Microsoft Office Outlook</Application>
  <DocSecurity>0</DocSecurity>
  <Lines>0</Lines>
  <Paragraphs>0</Paragraphs>
  <ScaleCrop>false</ScaleCrop>
  <Company>UNLP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Compras</cp:lastModifiedBy>
  <cp:revision>2</cp:revision>
  <cp:lastPrinted>2018-05-11T15:35:00Z</cp:lastPrinted>
  <dcterms:created xsi:type="dcterms:W3CDTF">2018-05-17T16:10:00Z</dcterms:created>
  <dcterms:modified xsi:type="dcterms:W3CDTF">2018-05-17T16:10:00Z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